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7E5" w:rsidRPr="001E239C" w:rsidRDefault="001E239C" w:rsidP="00382AE2">
      <w:pPr>
        <w:pStyle w:val="1c"/>
        <w:spacing w:after="0" w:line="240" w:lineRule="auto"/>
        <w:rPr>
          <w:sz w:val="36"/>
          <w:szCs w:val="36"/>
        </w:rPr>
      </w:pPr>
      <w:r>
        <w:t xml:space="preserve"> </w:t>
      </w:r>
    </w:p>
    <w:p w:rsidR="001E239C" w:rsidRPr="001E239C" w:rsidRDefault="001E239C" w:rsidP="001E239C">
      <w:pPr>
        <w:pStyle w:val="1c"/>
        <w:spacing w:after="0" w:line="240" w:lineRule="auto"/>
        <w:ind w:firstLine="0"/>
        <w:jc w:val="center"/>
        <w:rPr>
          <w:b/>
        </w:rPr>
      </w:pPr>
      <w:r w:rsidRPr="001E239C">
        <w:rPr>
          <w:b/>
        </w:rPr>
        <w:t>АДМИНИСТРАЦИЯ ГОРОДА ВЯТСКИЕ ПОЛЯНЫ</w:t>
      </w:r>
    </w:p>
    <w:p w:rsidR="001E239C" w:rsidRPr="001E239C" w:rsidRDefault="001E239C" w:rsidP="001E239C">
      <w:pPr>
        <w:pStyle w:val="1c"/>
        <w:spacing w:after="0" w:line="240" w:lineRule="auto"/>
        <w:ind w:firstLine="0"/>
        <w:jc w:val="center"/>
        <w:rPr>
          <w:b/>
        </w:rPr>
      </w:pPr>
      <w:r w:rsidRPr="001E239C">
        <w:rPr>
          <w:b/>
        </w:rPr>
        <w:t>КИРОВСКОЙ ОБЛАСТИ</w:t>
      </w:r>
    </w:p>
    <w:p w:rsidR="001E239C" w:rsidRDefault="001E239C" w:rsidP="001E239C">
      <w:pPr>
        <w:pStyle w:val="1c"/>
        <w:spacing w:after="0" w:line="240" w:lineRule="auto"/>
        <w:ind w:firstLine="0"/>
        <w:jc w:val="center"/>
      </w:pPr>
    </w:p>
    <w:p w:rsidR="001E239C" w:rsidRDefault="001E239C" w:rsidP="001E239C">
      <w:pPr>
        <w:pStyle w:val="1c"/>
        <w:spacing w:after="0" w:line="240" w:lineRule="auto"/>
        <w:ind w:firstLine="0"/>
        <w:jc w:val="center"/>
        <w:rPr>
          <w:b/>
        </w:rPr>
      </w:pPr>
      <w:r>
        <w:rPr>
          <w:b/>
        </w:rPr>
        <w:t>РАСПОРЯЖЕНИЕ</w:t>
      </w:r>
    </w:p>
    <w:p w:rsidR="001E239C" w:rsidRDefault="001E239C" w:rsidP="001E239C">
      <w:pPr>
        <w:pStyle w:val="1c"/>
        <w:spacing w:after="0" w:line="240" w:lineRule="auto"/>
        <w:ind w:firstLine="0"/>
        <w:jc w:val="center"/>
        <w:rPr>
          <w:b/>
        </w:rPr>
      </w:pPr>
    </w:p>
    <w:p w:rsidR="001E239C" w:rsidRDefault="001E239C" w:rsidP="001E239C">
      <w:pPr>
        <w:pStyle w:val="1c"/>
        <w:spacing w:after="0" w:line="240" w:lineRule="auto"/>
        <w:ind w:firstLine="0"/>
        <w:jc w:val="center"/>
        <w:rPr>
          <w:b/>
        </w:rPr>
      </w:pPr>
    </w:p>
    <w:p w:rsidR="001E239C" w:rsidRDefault="007351B4" w:rsidP="001E239C">
      <w:pPr>
        <w:pStyle w:val="1c"/>
        <w:spacing w:after="0" w:line="240" w:lineRule="auto"/>
        <w:ind w:firstLine="0"/>
        <w:jc w:val="center"/>
      </w:pPr>
      <w:r>
        <w:t xml:space="preserve">     </w:t>
      </w:r>
      <w:r w:rsidRPr="007351B4">
        <w:rPr>
          <w:u w:val="single"/>
        </w:rPr>
        <w:t>04.07.2013</w:t>
      </w:r>
      <w:r w:rsidR="001E239C">
        <w:t xml:space="preserve">                                            </w:t>
      </w:r>
      <w:r>
        <w:t xml:space="preserve">                   </w:t>
      </w:r>
      <w:r w:rsidR="001E239C">
        <w:t>№_____</w:t>
      </w:r>
      <w:r>
        <w:t>221-р</w:t>
      </w:r>
      <w:r w:rsidR="001E239C">
        <w:t>_____</w:t>
      </w:r>
    </w:p>
    <w:p w:rsidR="001E239C" w:rsidRDefault="001E239C" w:rsidP="001E239C">
      <w:pPr>
        <w:pStyle w:val="1c"/>
        <w:spacing w:after="0" w:line="240" w:lineRule="auto"/>
        <w:ind w:firstLine="0"/>
        <w:jc w:val="center"/>
      </w:pPr>
      <w:r>
        <w:t>г.Вятские Поляны</w:t>
      </w:r>
    </w:p>
    <w:p w:rsidR="001E239C" w:rsidRPr="00C539DC" w:rsidRDefault="001E239C" w:rsidP="001E239C">
      <w:pPr>
        <w:pStyle w:val="1c"/>
        <w:spacing w:after="0" w:line="240" w:lineRule="auto"/>
        <w:ind w:firstLine="0"/>
        <w:jc w:val="center"/>
        <w:rPr>
          <w:sz w:val="48"/>
          <w:szCs w:val="48"/>
        </w:rPr>
      </w:pPr>
    </w:p>
    <w:p w:rsidR="004532CC" w:rsidRDefault="001E239C" w:rsidP="004532CC">
      <w:pPr>
        <w:pStyle w:val="1c"/>
        <w:spacing w:after="0" w:line="240" w:lineRule="auto"/>
        <w:ind w:firstLine="0"/>
        <w:jc w:val="center"/>
        <w:rPr>
          <w:b/>
        </w:rPr>
      </w:pPr>
      <w:r w:rsidRPr="00C539DC">
        <w:rPr>
          <w:b/>
        </w:rPr>
        <w:t xml:space="preserve">О закреплении ответственных лиц и утверждении сроков </w:t>
      </w:r>
    </w:p>
    <w:p w:rsidR="004532CC" w:rsidRDefault="001E239C" w:rsidP="004532CC">
      <w:pPr>
        <w:pStyle w:val="1c"/>
        <w:spacing w:after="0" w:line="240" w:lineRule="auto"/>
        <w:ind w:firstLine="0"/>
        <w:jc w:val="center"/>
        <w:rPr>
          <w:b/>
        </w:rPr>
      </w:pPr>
      <w:r w:rsidRPr="00C539DC">
        <w:rPr>
          <w:b/>
        </w:rPr>
        <w:t>выпо</w:t>
      </w:r>
      <w:r w:rsidRPr="00C539DC">
        <w:rPr>
          <w:b/>
        </w:rPr>
        <w:t>л</w:t>
      </w:r>
      <w:r w:rsidRPr="00C539DC">
        <w:rPr>
          <w:b/>
        </w:rPr>
        <w:t>нения мероприятий по прое</w:t>
      </w:r>
      <w:r w:rsidR="004532CC">
        <w:rPr>
          <w:b/>
        </w:rPr>
        <w:t>кту</w:t>
      </w:r>
      <w:r w:rsidRPr="00C539DC">
        <w:rPr>
          <w:b/>
        </w:rPr>
        <w:t xml:space="preserve"> «5 добрых дел»</w:t>
      </w:r>
      <w:r w:rsidR="00C539DC" w:rsidRPr="00C539DC">
        <w:rPr>
          <w:b/>
        </w:rPr>
        <w:t xml:space="preserve"> </w:t>
      </w:r>
    </w:p>
    <w:p w:rsidR="00616BBA" w:rsidRPr="00C539DC" w:rsidRDefault="00C539DC" w:rsidP="004532CC">
      <w:pPr>
        <w:pStyle w:val="1c"/>
        <w:spacing w:after="0" w:line="240" w:lineRule="auto"/>
        <w:ind w:firstLine="0"/>
        <w:jc w:val="center"/>
        <w:rPr>
          <w:b/>
        </w:rPr>
      </w:pPr>
      <w:r w:rsidRPr="00C539DC">
        <w:rPr>
          <w:b/>
        </w:rPr>
        <w:t>в городе Вятские Пол</w:t>
      </w:r>
      <w:r w:rsidRPr="00C539DC">
        <w:rPr>
          <w:b/>
        </w:rPr>
        <w:t>я</w:t>
      </w:r>
      <w:r w:rsidRPr="00C539DC">
        <w:rPr>
          <w:b/>
        </w:rPr>
        <w:t>ны</w:t>
      </w:r>
    </w:p>
    <w:p w:rsidR="00C539DC" w:rsidRPr="00C539DC" w:rsidRDefault="00C539DC" w:rsidP="00616BBA">
      <w:pPr>
        <w:pStyle w:val="1c"/>
        <w:spacing w:after="0" w:line="240" w:lineRule="auto"/>
        <w:jc w:val="center"/>
        <w:rPr>
          <w:sz w:val="48"/>
          <w:szCs w:val="48"/>
        </w:rPr>
      </w:pPr>
    </w:p>
    <w:p w:rsidR="00C539DC" w:rsidRDefault="00F372EB" w:rsidP="00C539DC">
      <w:pPr>
        <w:pStyle w:val="1c"/>
        <w:spacing w:after="0" w:line="360" w:lineRule="auto"/>
      </w:pPr>
      <w:r>
        <w:t>Во ис</w:t>
      </w:r>
      <w:r w:rsidR="00872FFD">
        <w:t>полнени</w:t>
      </w:r>
      <w:r>
        <w:t>е</w:t>
      </w:r>
      <w:r w:rsidR="00872FFD">
        <w:t xml:space="preserve"> поручения Губернатора Кировской области о реализ</w:t>
      </w:r>
      <w:r w:rsidR="00872FFD">
        <w:t>а</w:t>
      </w:r>
      <w:r w:rsidR="00872FFD">
        <w:t xml:space="preserve">ции на территории </w:t>
      </w:r>
      <w:r w:rsidR="00C539DC">
        <w:t>города Вятские Поляны</w:t>
      </w:r>
      <w:r w:rsidR="00872FFD">
        <w:t xml:space="preserve"> проекта «5 добрых дел»</w:t>
      </w:r>
      <w:r w:rsidR="00B241FE">
        <w:t xml:space="preserve"> (д</w:t>
      </w:r>
      <w:r w:rsidR="00B241FE">
        <w:t>а</w:t>
      </w:r>
      <w:r w:rsidR="00B241FE">
        <w:t>лее – проект)</w:t>
      </w:r>
      <w:r w:rsidR="00C539DC">
        <w:t>:</w:t>
      </w:r>
    </w:p>
    <w:p w:rsidR="00616BBA" w:rsidRDefault="00C539DC" w:rsidP="00C539DC">
      <w:pPr>
        <w:pStyle w:val="1c"/>
        <w:numPr>
          <w:ilvl w:val="0"/>
          <w:numId w:val="1"/>
        </w:numPr>
        <w:spacing w:after="0" w:line="360" w:lineRule="auto"/>
        <w:ind w:left="0" w:firstLine="709"/>
      </w:pPr>
      <w:r>
        <w:t>Утвердить</w:t>
      </w:r>
      <w:r w:rsidR="00872FFD">
        <w:t xml:space="preserve"> перечень </w:t>
      </w:r>
      <w:r w:rsidR="00960241">
        <w:t>мероприятий</w:t>
      </w:r>
      <w:r w:rsidR="00D13F6B">
        <w:t xml:space="preserve"> </w:t>
      </w:r>
      <w:r w:rsidR="00D13F6B">
        <w:rPr>
          <w:szCs w:val="28"/>
        </w:rPr>
        <w:t>по проекту «5 добрых дел»</w:t>
      </w:r>
      <w:r w:rsidR="00872FFD">
        <w:t xml:space="preserve">, которые </w:t>
      </w:r>
      <w:r w:rsidR="004532CC">
        <w:t xml:space="preserve">необходимо выполнить </w:t>
      </w:r>
      <w:r w:rsidR="00872FFD">
        <w:t>в течение календарно</w:t>
      </w:r>
      <w:r w:rsidR="00F372EB">
        <w:t>го 2013 года</w:t>
      </w:r>
      <w:r w:rsidR="00872FFD" w:rsidRPr="00872FFD">
        <w:t xml:space="preserve"> </w:t>
      </w:r>
      <w:r>
        <w:t xml:space="preserve">в городе Вятские Поляны </w:t>
      </w:r>
      <w:r w:rsidR="00872FFD">
        <w:t>(прилагае</w:t>
      </w:r>
      <w:r w:rsidR="00872FFD">
        <w:t>т</w:t>
      </w:r>
      <w:r w:rsidR="00872FFD">
        <w:t>ся).</w:t>
      </w:r>
    </w:p>
    <w:p w:rsidR="00B241FE" w:rsidRDefault="00C539DC" w:rsidP="00C539DC">
      <w:pPr>
        <w:pStyle w:val="1c"/>
        <w:numPr>
          <w:ilvl w:val="0"/>
          <w:numId w:val="1"/>
        </w:numPr>
        <w:spacing w:after="0" w:line="360" w:lineRule="auto"/>
        <w:ind w:left="0" w:firstLine="709"/>
      </w:pPr>
      <w:r>
        <w:t>Ответственным исполнителям</w:t>
      </w:r>
      <w:r w:rsidR="00B241FE">
        <w:t>:</w:t>
      </w:r>
    </w:p>
    <w:p w:rsidR="00B241FE" w:rsidRDefault="00B241FE" w:rsidP="00D13F6B">
      <w:pPr>
        <w:pStyle w:val="1c"/>
        <w:numPr>
          <w:ilvl w:val="1"/>
          <w:numId w:val="1"/>
        </w:numPr>
        <w:spacing w:after="0" w:line="360" w:lineRule="auto"/>
        <w:ind w:left="0" w:firstLine="709"/>
      </w:pPr>
      <w:r>
        <w:t>Разработать планы действий</w:t>
      </w:r>
      <w:r w:rsidR="004532CC">
        <w:t xml:space="preserve"> по реализации мероприятий прое</w:t>
      </w:r>
      <w:r w:rsidR="004532CC">
        <w:t>к</w:t>
      </w:r>
      <w:r w:rsidR="004532CC">
        <w:t>та</w:t>
      </w:r>
      <w:r w:rsidR="00717C53">
        <w:t xml:space="preserve"> и</w:t>
      </w:r>
      <w:r w:rsidR="006D4DB6">
        <w:t xml:space="preserve"> представить </w:t>
      </w:r>
      <w:r w:rsidR="00717C53">
        <w:t xml:space="preserve"> их </w:t>
      </w:r>
      <w:r w:rsidR="006D4DB6">
        <w:t>в отдел экономического развития города</w:t>
      </w:r>
      <w:r w:rsidR="00717C53" w:rsidRPr="00717C53">
        <w:t xml:space="preserve"> </w:t>
      </w:r>
      <w:r w:rsidR="00717C53">
        <w:t>в срок до 01 а</w:t>
      </w:r>
      <w:r w:rsidR="00717C53">
        <w:t>в</w:t>
      </w:r>
      <w:r w:rsidR="00717C53">
        <w:t>густа 2013 года</w:t>
      </w:r>
      <w:r>
        <w:t>;</w:t>
      </w:r>
    </w:p>
    <w:p w:rsidR="00B241FE" w:rsidRDefault="00B241FE" w:rsidP="00D13F6B">
      <w:pPr>
        <w:pStyle w:val="1c"/>
        <w:numPr>
          <w:ilvl w:val="1"/>
          <w:numId w:val="1"/>
        </w:numPr>
        <w:spacing w:after="0" w:line="360" w:lineRule="auto"/>
        <w:ind w:left="0" w:firstLine="709"/>
      </w:pPr>
      <w:r>
        <w:t>О</w:t>
      </w:r>
      <w:r w:rsidR="00C539DC">
        <w:t>беспечить выполнение мероприятий</w:t>
      </w:r>
      <w:r w:rsidR="00717C53">
        <w:t xml:space="preserve"> проекта</w:t>
      </w:r>
      <w:r>
        <w:t xml:space="preserve"> к концу года</w:t>
      </w:r>
      <w:r w:rsidR="00C539DC">
        <w:t xml:space="preserve"> за счет различных финансовых и</w:t>
      </w:r>
      <w:r w:rsidR="00C539DC">
        <w:t>с</w:t>
      </w:r>
      <w:r w:rsidR="00C539DC">
        <w:t>точников</w:t>
      </w:r>
      <w:r>
        <w:t>;</w:t>
      </w:r>
    </w:p>
    <w:p w:rsidR="00C539DC" w:rsidRDefault="00717C53" w:rsidP="00D13F6B">
      <w:pPr>
        <w:pStyle w:val="1c"/>
        <w:numPr>
          <w:ilvl w:val="1"/>
          <w:numId w:val="1"/>
        </w:numPr>
        <w:spacing w:after="0" w:line="360" w:lineRule="auto"/>
        <w:ind w:left="0" w:firstLine="709"/>
      </w:pPr>
      <w:r>
        <w:t>П</w:t>
      </w:r>
      <w:r w:rsidR="005A1B41">
        <w:t>редставить информацию о</w:t>
      </w:r>
      <w:r w:rsidR="008B23C0">
        <w:t xml:space="preserve"> поэтапном</w:t>
      </w:r>
      <w:r w:rsidR="005A1B41">
        <w:t xml:space="preserve"> выполнении</w:t>
      </w:r>
      <w:r>
        <w:t xml:space="preserve"> меропри</w:t>
      </w:r>
      <w:r>
        <w:t>я</w:t>
      </w:r>
      <w:r>
        <w:t>тий</w:t>
      </w:r>
      <w:r w:rsidR="005A1B41">
        <w:t xml:space="preserve"> проект</w:t>
      </w:r>
      <w:r>
        <w:t>а</w:t>
      </w:r>
      <w:r w:rsidR="005A1B41">
        <w:t xml:space="preserve"> в отдел экономического развития города</w:t>
      </w:r>
      <w:r w:rsidRPr="00717C53">
        <w:t xml:space="preserve"> </w:t>
      </w:r>
      <w:r>
        <w:t>в срок до 05 октября 2013 г</w:t>
      </w:r>
      <w:r>
        <w:t>о</w:t>
      </w:r>
      <w:r>
        <w:t>да и в срок до 10 января 2014 года</w:t>
      </w:r>
      <w:r w:rsidR="00C539DC">
        <w:t>.</w:t>
      </w:r>
    </w:p>
    <w:p w:rsidR="00C539DC" w:rsidRDefault="004532CC" w:rsidP="00C539DC">
      <w:pPr>
        <w:pStyle w:val="1c"/>
        <w:numPr>
          <w:ilvl w:val="0"/>
          <w:numId w:val="1"/>
        </w:numPr>
        <w:spacing w:after="0" w:line="360" w:lineRule="auto"/>
        <w:ind w:left="0" w:firstLine="709"/>
      </w:pPr>
      <w:r>
        <w:t>Муниципальному казенному учреждению по обеспечению де</w:t>
      </w:r>
      <w:r>
        <w:t>я</w:t>
      </w:r>
      <w:r>
        <w:t>тельности органов местного самоуправления</w:t>
      </w:r>
      <w:r w:rsidR="008B23C0">
        <w:t xml:space="preserve"> города Вятские Поляны</w:t>
      </w:r>
      <w:r w:rsidR="00B4048F">
        <w:t xml:space="preserve"> (</w:t>
      </w:r>
      <w:r>
        <w:t>Ш</w:t>
      </w:r>
      <w:r>
        <w:t>а</w:t>
      </w:r>
      <w:r>
        <w:t>балину А.В</w:t>
      </w:r>
      <w:r w:rsidR="00B4048F">
        <w:t>.) подготовить агитационный материал на сайт</w:t>
      </w:r>
      <w:r w:rsidR="008B23C0">
        <w:t xml:space="preserve"> администрации города Вятские Поляны</w:t>
      </w:r>
      <w:r w:rsidR="00B4048F">
        <w:t xml:space="preserve"> по поддержке и участию в прое</w:t>
      </w:r>
      <w:r w:rsidR="00B4048F">
        <w:t>к</w:t>
      </w:r>
      <w:r w:rsidR="00B4048F">
        <w:t>те.</w:t>
      </w:r>
    </w:p>
    <w:p w:rsidR="00B4048F" w:rsidRDefault="00B4048F" w:rsidP="00C539DC">
      <w:pPr>
        <w:pStyle w:val="1c"/>
        <w:numPr>
          <w:ilvl w:val="0"/>
          <w:numId w:val="1"/>
        </w:numPr>
        <w:spacing w:after="0" w:line="360" w:lineRule="auto"/>
        <w:ind w:left="0" w:firstLine="709"/>
      </w:pPr>
      <w:r>
        <w:t>Сектору информатизации (Бадрутдинову Р.Р.)</w:t>
      </w:r>
      <w:r w:rsidR="00B241FE">
        <w:t xml:space="preserve"> разместить и</w:t>
      </w:r>
      <w:r w:rsidR="00B241FE">
        <w:t>н</w:t>
      </w:r>
      <w:r w:rsidR="00B241FE">
        <w:t>формацию о проекте на сайте администрации</w:t>
      </w:r>
      <w:r w:rsidR="008B23C0">
        <w:t xml:space="preserve"> города Вятские Поляны</w:t>
      </w:r>
      <w:r w:rsidR="00B241FE">
        <w:t>.</w:t>
      </w:r>
    </w:p>
    <w:p w:rsidR="00B241FE" w:rsidRDefault="005A1B41" w:rsidP="00C539DC">
      <w:pPr>
        <w:pStyle w:val="1c"/>
        <w:numPr>
          <w:ilvl w:val="0"/>
          <w:numId w:val="1"/>
        </w:numPr>
        <w:spacing w:after="0" w:line="360" w:lineRule="auto"/>
        <w:ind w:left="0" w:firstLine="709"/>
      </w:pPr>
      <w:r>
        <w:t>Управлению социальной политики</w:t>
      </w:r>
      <w:r w:rsidR="004532CC">
        <w:t xml:space="preserve"> администрации города Вя</w:t>
      </w:r>
      <w:r w:rsidR="004532CC">
        <w:t>т</w:t>
      </w:r>
      <w:r w:rsidR="004532CC">
        <w:t>ские Поляны</w:t>
      </w:r>
      <w:r>
        <w:t xml:space="preserve"> (Пислегиной М.Ю.) </w:t>
      </w:r>
      <w:r w:rsidR="008B23C0">
        <w:t xml:space="preserve">привлечь волонтеров </w:t>
      </w:r>
      <w:r>
        <w:t>для проведения а</w:t>
      </w:r>
      <w:r>
        <w:t>к</w:t>
      </w:r>
      <w:r>
        <w:t>ци</w:t>
      </w:r>
      <w:r w:rsidR="00D13F6B">
        <w:t>и</w:t>
      </w:r>
      <w:r w:rsidR="004532CC">
        <w:t xml:space="preserve"> по реализации</w:t>
      </w:r>
      <w:r w:rsidR="008B23C0">
        <w:t xml:space="preserve"> мероприятий</w:t>
      </w:r>
      <w:r w:rsidR="004532CC">
        <w:t xml:space="preserve"> пр</w:t>
      </w:r>
      <w:r w:rsidR="004532CC">
        <w:t>о</w:t>
      </w:r>
      <w:r w:rsidR="004532CC">
        <w:t>екта</w:t>
      </w:r>
      <w:r>
        <w:t>.</w:t>
      </w:r>
    </w:p>
    <w:p w:rsidR="002057D0" w:rsidRDefault="002057D0" w:rsidP="00C539DC">
      <w:pPr>
        <w:pStyle w:val="1c"/>
        <w:numPr>
          <w:ilvl w:val="0"/>
          <w:numId w:val="1"/>
        </w:numPr>
        <w:spacing w:after="0" w:line="360" w:lineRule="auto"/>
        <w:ind w:left="0" w:firstLine="709"/>
      </w:pPr>
      <w:r>
        <w:t>Контроль за исполнением настоящего распоряжения возл</w:t>
      </w:r>
      <w:r>
        <w:t>о</w:t>
      </w:r>
      <w:r>
        <w:t>жить на заместителя г</w:t>
      </w:r>
      <w:r w:rsidR="00D13F6B">
        <w:t>лавы администрации</w:t>
      </w:r>
      <w:r w:rsidR="008B23C0">
        <w:t xml:space="preserve"> города</w:t>
      </w:r>
      <w:r w:rsidR="00D13F6B">
        <w:t xml:space="preserve"> по экономике</w:t>
      </w:r>
      <w:r>
        <w:t xml:space="preserve"> </w:t>
      </w:r>
      <w:r w:rsidR="008B23C0">
        <w:t xml:space="preserve">                      </w:t>
      </w:r>
      <w:r>
        <w:t>Шапоренкова Е.С.</w:t>
      </w:r>
    </w:p>
    <w:p w:rsidR="005A1B41" w:rsidRDefault="005A1B41" w:rsidP="005A1B41">
      <w:pPr>
        <w:pStyle w:val="1c"/>
        <w:spacing w:after="0" w:line="360" w:lineRule="auto"/>
        <w:ind w:firstLine="0"/>
      </w:pPr>
    </w:p>
    <w:p w:rsidR="005A1B41" w:rsidRDefault="005A1B41" w:rsidP="005A1B41">
      <w:pPr>
        <w:pStyle w:val="1c"/>
        <w:spacing w:after="0" w:line="360" w:lineRule="auto"/>
        <w:ind w:firstLine="0"/>
      </w:pPr>
    </w:p>
    <w:p w:rsidR="005A1B41" w:rsidRDefault="005A1B41" w:rsidP="002057D0">
      <w:pPr>
        <w:pStyle w:val="1c"/>
        <w:spacing w:after="0" w:line="360" w:lineRule="auto"/>
        <w:ind w:firstLine="0"/>
        <w:jc w:val="left"/>
      </w:pPr>
      <w:r>
        <w:t>Глава администрации города                                                        А.Д. Клюкин</w:t>
      </w:r>
    </w:p>
    <w:p w:rsidR="002057D0" w:rsidRDefault="002057D0" w:rsidP="005A1B41">
      <w:pPr>
        <w:pStyle w:val="1c"/>
        <w:spacing w:after="0" w:line="360" w:lineRule="auto"/>
        <w:ind w:firstLine="0"/>
      </w:pPr>
      <w:r>
        <w:t>_____________________________________________________________</w:t>
      </w:r>
    </w:p>
    <w:p w:rsidR="002057D0" w:rsidRDefault="002057D0" w:rsidP="005A1B41">
      <w:pPr>
        <w:pStyle w:val="1c"/>
        <w:spacing w:after="0" w:line="360" w:lineRule="auto"/>
        <w:ind w:firstLine="0"/>
      </w:pPr>
    </w:p>
    <w:p w:rsidR="002057D0" w:rsidRDefault="002057D0" w:rsidP="005A1B41">
      <w:pPr>
        <w:pStyle w:val="1c"/>
        <w:spacing w:after="0" w:line="360" w:lineRule="auto"/>
        <w:ind w:firstLine="0"/>
      </w:pPr>
      <w:r>
        <w:t>ПОДГОТОВЛЕНО</w:t>
      </w:r>
    </w:p>
    <w:p w:rsidR="002057D0" w:rsidRDefault="002057D0" w:rsidP="005A1B41">
      <w:pPr>
        <w:pStyle w:val="1c"/>
        <w:spacing w:after="0" w:line="360" w:lineRule="auto"/>
        <w:ind w:firstLine="0"/>
      </w:pPr>
    </w:p>
    <w:p w:rsidR="002057D0" w:rsidRDefault="002057D0" w:rsidP="002057D0">
      <w:pPr>
        <w:pStyle w:val="1c"/>
        <w:spacing w:after="0" w:line="240" w:lineRule="auto"/>
        <w:ind w:firstLine="0"/>
      </w:pPr>
      <w:r>
        <w:t xml:space="preserve">Заведующий отделом </w:t>
      </w:r>
    </w:p>
    <w:p w:rsidR="002057D0" w:rsidRDefault="002057D0" w:rsidP="002057D0">
      <w:pPr>
        <w:pStyle w:val="1c"/>
        <w:spacing w:after="0" w:line="240" w:lineRule="auto"/>
        <w:ind w:firstLine="0"/>
        <w:jc w:val="left"/>
      </w:pPr>
      <w:r>
        <w:t xml:space="preserve">экономического развития города                                         </w:t>
      </w:r>
      <w:r w:rsidR="00D13F6B">
        <w:t xml:space="preserve">  </w:t>
      </w:r>
      <w:r>
        <w:t xml:space="preserve">  С.А. Сероштан</w:t>
      </w:r>
    </w:p>
    <w:p w:rsidR="002057D0" w:rsidRPr="002057D0" w:rsidRDefault="002057D0" w:rsidP="002057D0">
      <w:pPr>
        <w:pStyle w:val="1c"/>
        <w:spacing w:after="0" w:line="360" w:lineRule="auto"/>
        <w:ind w:firstLine="0"/>
        <w:jc w:val="left"/>
        <w:rPr>
          <w:sz w:val="36"/>
          <w:szCs w:val="36"/>
        </w:rPr>
      </w:pPr>
    </w:p>
    <w:p w:rsidR="002057D0" w:rsidRDefault="002057D0" w:rsidP="002057D0">
      <w:pPr>
        <w:pStyle w:val="1c"/>
        <w:spacing w:after="0" w:line="360" w:lineRule="auto"/>
        <w:ind w:firstLine="0"/>
        <w:jc w:val="left"/>
      </w:pPr>
      <w:r>
        <w:t>СОГЛАСОВАНО</w:t>
      </w:r>
    </w:p>
    <w:p w:rsidR="002057D0" w:rsidRPr="008B23C0" w:rsidRDefault="002057D0" w:rsidP="002057D0">
      <w:pPr>
        <w:pStyle w:val="1c"/>
        <w:spacing w:after="0" w:line="360" w:lineRule="auto"/>
        <w:ind w:firstLine="0"/>
        <w:jc w:val="left"/>
        <w:rPr>
          <w:sz w:val="22"/>
          <w:szCs w:val="22"/>
        </w:rPr>
      </w:pPr>
    </w:p>
    <w:p w:rsidR="002057D0" w:rsidRDefault="002057D0" w:rsidP="00D13F6B">
      <w:pPr>
        <w:pStyle w:val="1c"/>
        <w:spacing w:after="0" w:line="240" w:lineRule="auto"/>
        <w:ind w:firstLine="0"/>
        <w:jc w:val="left"/>
      </w:pPr>
      <w:r>
        <w:t>Заместитель главы администрации</w:t>
      </w:r>
    </w:p>
    <w:p w:rsidR="002057D0" w:rsidRDefault="002057D0" w:rsidP="00D13F6B">
      <w:pPr>
        <w:pStyle w:val="1c"/>
        <w:spacing w:after="0" w:line="240" w:lineRule="auto"/>
        <w:ind w:firstLine="0"/>
        <w:jc w:val="left"/>
      </w:pPr>
      <w:r>
        <w:t xml:space="preserve">города по экономике                                                          </w:t>
      </w:r>
      <w:r w:rsidR="00D13F6B">
        <w:t xml:space="preserve">   </w:t>
      </w:r>
      <w:r>
        <w:t xml:space="preserve">     Е.С. Шапоре</w:t>
      </w:r>
      <w:r>
        <w:t>н</w:t>
      </w:r>
      <w:r>
        <w:t>ков</w:t>
      </w:r>
    </w:p>
    <w:p w:rsidR="00D13F6B" w:rsidRPr="008B23C0" w:rsidRDefault="00D13F6B" w:rsidP="002057D0">
      <w:pPr>
        <w:pStyle w:val="1c"/>
        <w:spacing w:after="0" w:line="360" w:lineRule="auto"/>
        <w:ind w:firstLine="0"/>
        <w:jc w:val="left"/>
        <w:rPr>
          <w:sz w:val="32"/>
          <w:szCs w:val="32"/>
        </w:rPr>
      </w:pPr>
    </w:p>
    <w:p w:rsidR="00D13F6B" w:rsidRDefault="00D13F6B" w:rsidP="00D13F6B">
      <w:pPr>
        <w:pStyle w:val="1c"/>
        <w:spacing w:after="0" w:line="240" w:lineRule="auto"/>
        <w:ind w:firstLine="0"/>
        <w:jc w:val="left"/>
      </w:pPr>
      <w:r>
        <w:t xml:space="preserve">И.о. заместителя главы администрации – </w:t>
      </w:r>
    </w:p>
    <w:p w:rsidR="00D13F6B" w:rsidRDefault="00D13F6B" w:rsidP="00D13F6B">
      <w:pPr>
        <w:pStyle w:val="1c"/>
        <w:spacing w:after="0" w:line="240" w:lineRule="auto"/>
        <w:ind w:firstLine="0"/>
        <w:jc w:val="left"/>
      </w:pPr>
      <w:r>
        <w:t>управляющий делами                                                                А.И. Куракин</w:t>
      </w:r>
    </w:p>
    <w:p w:rsidR="002057D0" w:rsidRPr="008B23C0" w:rsidRDefault="002057D0" w:rsidP="00D13F6B">
      <w:pPr>
        <w:pStyle w:val="1c"/>
        <w:spacing w:after="0" w:line="240" w:lineRule="auto"/>
        <w:ind w:firstLine="0"/>
        <w:jc w:val="left"/>
        <w:rPr>
          <w:sz w:val="44"/>
          <w:szCs w:val="44"/>
        </w:rPr>
      </w:pPr>
    </w:p>
    <w:p w:rsidR="00DE053B" w:rsidRDefault="00DE053B" w:rsidP="00DE053B">
      <w:pPr>
        <w:pStyle w:val="1c"/>
        <w:spacing w:after="0" w:line="240" w:lineRule="auto"/>
        <w:ind w:firstLine="0"/>
        <w:jc w:val="left"/>
      </w:pPr>
      <w:r>
        <w:t>Заместитель главы администрации</w:t>
      </w:r>
    </w:p>
    <w:p w:rsidR="00D13F6B" w:rsidRDefault="00DE053B" w:rsidP="00DE053B">
      <w:pPr>
        <w:pStyle w:val="1c"/>
        <w:spacing w:after="0" w:line="240" w:lineRule="auto"/>
        <w:ind w:firstLine="0"/>
        <w:jc w:val="left"/>
      </w:pPr>
      <w:r>
        <w:t xml:space="preserve">города по социальным вопросам, </w:t>
      </w:r>
    </w:p>
    <w:p w:rsidR="00DE053B" w:rsidRDefault="00DE053B" w:rsidP="00DE053B">
      <w:pPr>
        <w:pStyle w:val="1c"/>
        <w:spacing w:after="0" w:line="240" w:lineRule="auto"/>
        <w:ind w:firstLine="0"/>
        <w:jc w:val="left"/>
      </w:pPr>
      <w:r>
        <w:t>начальник управления образования                                       Л.М. Семибратова</w:t>
      </w:r>
    </w:p>
    <w:p w:rsidR="00DE053B" w:rsidRPr="008B23C0" w:rsidRDefault="00DE053B" w:rsidP="00DE053B">
      <w:pPr>
        <w:pStyle w:val="1c"/>
        <w:spacing w:after="0" w:line="240" w:lineRule="auto"/>
        <w:ind w:firstLine="0"/>
        <w:jc w:val="left"/>
        <w:rPr>
          <w:sz w:val="24"/>
          <w:szCs w:val="24"/>
        </w:rPr>
      </w:pPr>
    </w:p>
    <w:p w:rsidR="00DE053B" w:rsidRPr="008B23C0" w:rsidRDefault="00DE053B" w:rsidP="00DE053B">
      <w:pPr>
        <w:pStyle w:val="1c"/>
        <w:spacing w:after="0" w:line="240" w:lineRule="auto"/>
        <w:ind w:firstLine="0"/>
        <w:jc w:val="left"/>
        <w:rPr>
          <w:sz w:val="24"/>
          <w:szCs w:val="24"/>
        </w:rPr>
      </w:pPr>
    </w:p>
    <w:p w:rsidR="00DE053B" w:rsidRDefault="004A5982" w:rsidP="00DE053B">
      <w:pPr>
        <w:pStyle w:val="1c"/>
        <w:spacing w:after="0" w:line="240" w:lineRule="auto"/>
        <w:ind w:firstLine="0"/>
        <w:jc w:val="left"/>
      </w:pPr>
      <w:r>
        <w:t>Заведующий юридическим отделом                                       Л.В. Долгушина</w:t>
      </w:r>
    </w:p>
    <w:p w:rsidR="00483743" w:rsidRDefault="00483743" w:rsidP="00DE053B">
      <w:pPr>
        <w:pStyle w:val="1c"/>
        <w:spacing w:after="0" w:line="240" w:lineRule="auto"/>
        <w:ind w:firstLine="0"/>
        <w:jc w:val="left"/>
      </w:pPr>
    </w:p>
    <w:p w:rsidR="00483743" w:rsidRDefault="00483743" w:rsidP="00DE053B">
      <w:pPr>
        <w:pStyle w:val="1c"/>
        <w:spacing w:after="0" w:line="240" w:lineRule="auto"/>
        <w:ind w:firstLine="0"/>
        <w:jc w:val="left"/>
      </w:pPr>
    </w:p>
    <w:p w:rsidR="00DE053B" w:rsidRDefault="00DE053B" w:rsidP="002057D0">
      <w:pPr>
        <w:pStyle w:val="1c"/>
        <w:spacing w:after="0" w:line="360" w:lineRule="auto"/>
        <w:ind w:firstLine="0"/>
        <w:jc w:val="left"/>
      </w:pPr>
      <w:r>
        <w:t>Разослать: дело, отдел экономики, УСП, ГУОбразования, сектор информ</w:t>
      </w:r>
      <w:r>
        <w:t>а</w:t>
      </w:r>
      <w:r>
        <w:t xml:space="preserve">тизации, </w:t>
      </w:r>
      <w:r w:rsidR="008B23C0">
        <w:t>МКУ по обеспечению деятельности ОМС.</w:t>
      </w:r>
      <w:r>
        <w:t xml:space="preserve"> </w:t>
      </w:r>
    </w:p>
    <w:p w:rsidR="006D4DB6" w:rsidRDefault="006D4DB6" w:rsidP="002057D0">
      <w:pPr>
        <w:pStyle w:val="1c"/>
        <w:spacing w:after="0" w:line="360" w:lineRule="auto"/>
        <w:ind w:firstLine="0"/>
        <w:jc w:val="left"/>
      </w:pPr>
    </w:p>
    <w:p w:rsidR="00DE053B" w:rsidRDefault="00DE053B" w:rsidP="002057D0">
      <w:pPr>
        <w:pStyle w:val="1c"/>
        <w:spacing w:after="0" w:line="360" w:lineRule="auto"/>
        <w:ind w:firstLine="0"/>
        <w:jc w:val="left"/>
      </w:pPr>
      <w:r>
        <w:t>Правовая экспертиза проведена:</w:t>
      </w:r>
    </w:p>
    <w:p w:rsidR="00DE053B" w:rsidRDefault="00DE053B" w:rsidP="002057D0">
      <w:pPr>
        <w:pStyle w:val="1c"/>
        <w:spacing w:after="0" w:line="360" w:lineRule="auto"/>
        <w:ind w:firstLine="0"/>
        <w:jc w:val="left"/>
      </w:pPr>
    </w:p>
    <w:p w:rsidR="00DE053B" w:rsidRPr="00616BBA" w:rsidRDefault="004A5982" w:rsidP="002057D0">
      <w:pPr>
        <w:pStyle w:val="1c"/>
        <w:spacing w:after="0" w:line="360" w:lineRule="auto"/>
        <w:ind w:firstLine="0"/>
        <w:jc w:val="left"/>
      </w:pPr>
      <w:r>
        <w:t>Лингвистическая экспертиза проведена:</w:t>
      </w:r>
    </w:p>
    <w:p w:rsidR="00960241" w:rsidRDefault="00960241" w:rsidP="00960241">
      <w:pPr>
        <w:pStyle w:val="1c"/>
        <w:ind w:firstLine="0"/>
        <w:jc w:val="left"/>
      </w:pPr>
    </w:p>
    <w:p w:rsidR="008C0339" w:rsidRDefault="008C0339" w:rsidP="0029340E">
      <w:pPr>
        <w:pStyle w:val="1c"/>
        <w:ind w:firstLine="0"/>
        <w:rPr>
          <w:sz w:val="24"/>
          <w:szCs w:val="24"/>
        </w:rPr>
        <w:sectPr w:rsidR="008C0339" w:rsidSect="00DE053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40" w:code="9"/>
          <w:pgMar w:top="1134" w:right="851" w:bottom="1276" w:left="1843" w:header="567" w:footer="567" w:gutter="0"/>
          <w:pgNumType w:start="1"/>
          <w:cols w:space="720"/>
          <w:titlePg/>
        </w:sectPr>
      </w:pPr>
    </w:p>
    <w:p w:rsidR="008C0339" w:rsidRDefault="004A5982" w:rsidP="008C0339">
      <w:pPr>
        <w:pStyle w:val="1c"/>
        <w:ind w:firstLine="0"/>
        <w:jc w:val="right"/>
        <w:rPr>
          <w:szCs w:val="28"/>
        </w:rPr>
      </w:pPr>
      <w:r>
        <w:rPr>
          <w:szCs w:val="28"/>
        </w:rPr>
        <w:t>УТВЕРЖДЕН</w:t>
      </w:r>
    </w:p>
    <w:p w:rsidR="004A5982" w:rsidRDefault="004A5982" w:rsidP="008C0339">
      <w:pPr>
        <w:pStyle w:val="1c"/>
        <w:ind w:firstLine="0"/>
        <w:jc w:val="right"/>
        <w:rPr>
          <w:szCs w:val="28"/>
        </w:rPr>
      </w:pPr>
      <w:r>
        <w:rPr>
          <w:szCs w:val="28"/>
        </w:rPr>
        <w:t xml:space="preserve">постановлением администрации </w:t>
      </w:r>
    </w:p>
    <w:p w:rsidR="004A5982" w:rsidRDefault="004A5982" w:rsidP="008C0339">
      <w:pPr>
        <w:pStyle w:val="1c"/>
        <w:ind w:firstLine="0"/>
        <w:jc w:val="right"/>
        <w:rPr>
          <w:szCs w:val="28"/>
        </w:rPr>
      </w:pPr>
      <w:r>
        <w:rPr>
          <w:szCs w:val="28"/>
        </w:rPr>
        <w:t xml:space="preserve">города Вятские Поляны </w:t>
      </w:r>
    </w:p>
    <w:p w:rsidR="004A5982" w:rsidRDefault="004A5982" w:rsidP="008C0339">
      <w:pPr>
        <w:pStyle w:val="1c"/>
        <w:ind w:firstLine="0"/>
        <w:jc w:val="right"/>
        <w:rPr>
          <w:szCs w:val="28"/>
        </w:rPr>
      </w:pPr>
      <w:r>
        <w:rPr>
          <w:szCs w:val="28"/>
        </w:rPr>
        <w:t>от__________№_______</w:t>
      </w:r>
    </w:p>
    <w:p w:rsidR="00573549" w:rsidRDefault="00D13F6B" w:rsidP="00573549">
      <w:pPr>
        <w:pStyle w:val="1c"/>
        <w:ind w:firstLine="0"/>
        <w:jc w:val="center"/>
        <w:rPr>
          <w:szCs w:val="28"/>
        </w:rPr>
      </w:pPr>
      <w:r>
        <w:rPr>
          <w:szCs w:val="28"/>
        </w:rPr>
        <w:t xml:space="preserve">Перечень мероприятий </w:t>
      </w:r>
      <w:r w:rsidR="00573549">
        <w:rPr>
          <w:szCs w:val="28"/>
        </w:rPr>
        <w:t>по про</w:t>
      </w:r>
      <w:r>
        <w:rPr>
          <w:szCs w:val="28"/>
        </w:rPr>
        <w:t>екту</w:t>
      </w:r>
      <w:r w:rsidR="00573549">
        <w:rPr>
          <w:szCs w:val="28"/>
        </w:rPr>
        <w:t xml:space="preserve"> «5 добрых дел» </w:t>
      </w:r>
    </w:p>
    <w:tbl>
      <w:tblPr>
        <w:tblW w:w="15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5811"/>
        <w:gridCol w:w="1559"/>
        <w:gridCol w:w="2061"/>
        <w:gridCol w:w="1340"/>
        <w:gridCol w:w="2071"/>
        <w:gridCol w:w="2465"/>
      </w:tblGrid>
      <w:tr w:rsidR="00960241" w:rsidRPr="00312742" w:rsidTr="00AA3C5C">
        <w:tc>
          <w:tcPr>
            <w:tcW w:w="534" w:type="dxa"/>
          </w:tcPr>
          <w:p w:rsidR="00960241" w:rsidRPr="00312742" w:rsidRDefault="00960241" w:rsidP="00312742">
            <w:pPr>
              <w:pStyle w:val="1c"/>
              <w:ind w:firstLine="0"/>
              <w:jc w:val="center"/>
              <w:rPr>
                <w:szCs w:val="28"/>
              </w:rPr>
            </w:pPr>
            <w:r w:rsidRPr="00312742">
              <w:rPr>
                <w:szCs w:val="28"/>
              </w:rPr>
              <w:t>№ п/п</w:t>
            </w:r>
          </w:p>
        </w:tc>
        <w:tc>
          <w:tcPr>
            <w:tcW w:w="5811" w:type="dxa"/>
          </w:tcPr>
          <w:p w:rsidR="00960241" w:rsidRPr="00312742" w:rsidRDefault="00960241" w:rsidP="00312742">
            <w:pPr>
              <w:pStyle w:val="1c"/>
              <w:ind w:firstLine="0"/>
              <w:jc w:val="center"/>
              <w:rPr>
                <w:szCs w:val="28"/>
              </w:rPr>
            </w:pPr>
            <w:r w:rsidRPr="00312742">
              <w:rPr>
                <w:szCs w:val="28"/>
              </w:rPr>
              <w:t>Наименование мероприятия (пр</w:t>
            </w:r>
            <w:r w:rsidRPr="00312742">
              <w:rPr>
                <w:szCs w:val="28"/>
              </w:rPr>
              <w:t>о</w:t>
            </w:r>
            <w:r w:rsidRPr="00312742">
              <w:rPr>
                <w:szCs w:val="28"/>
              </w:rPr>
              <w:t>екта)</w:t>
            </w:r>
          </w:p>
        </w:tc>
        <w:tc>
          <w:tcPr>
            <w:tcW w:w="1559" w:type="dxa"/>
          </w:tcPr>
          <w:p w:rsidR="00960241" w:rsidRPr="00312742" w:rsidRDefault="00960241" w:rsidP="00312742">
            <w:pPr>
              <w:pStyle w:val="1c"/>
              <w:ind w:firstLine="0"/>
              <w:jc w:val="center"/>
              <w:rPr>
                <w:szCs w:val="28"/>
              </w:rPr>
            </w:pPr>
            <w:r w:rsidRPr="00312742">
              <w:rPr>
                <w:szCs w:val="28"/>
              </w:rPr>
              <w:t>План</w:t>
            </w:r>
            <w:r w:rsidRPr="00312742">
              <w:rPr>
                <w:szCs w:val="28"/>
              </w:rPr>
              <w:t>о</w:t>
            </w:r>
            <w:r w:rsidRPr="00312742">
              <w:rPr>
                <w:szCs w:val="28"/>
              </w:rPr>
              <w:t>вый срок в</w:t>
            </w:r>
            <w:r w:rsidRPr="00312742">
              <w:rPr>
                <w:szCs w:val="28"/>
              </w:rPr>
              <w:t>ы</w:t>
            </w:r>
            <w:r w:rsidRPr="00312742">
              <w:rPr>
                <w:szCs w:val="28"/>
              </w:rPr>
              <w:t>полн</w:t>
            </w:r>
            <w:r w:rsidRPr="00312742">
              <w:rPr>
                <w:szCs w:val="28"/>
              </w:rPr>
              <w:t>е</w:t>
            </w:r>
            <w:r w:rsidRPr="00312742">
              <w:rPr>
                <w:szCs w:val="28"/>
              </w:rPr>
              <w:t>ния</w:t>
            </w:r>
          </w:p>
        </w:tc>
        <w:tc>
          <w:tcPr>
            <w:tcW w:w="2061" w:type="dxa"/>
          </w:tcPr>
          <w:p w:rsidR="00960241" w:rsidRPr="00312742" w:rsidRDefault="00960241" w:rsidP="00312742">
            <w:pPr>
              <w:pStyle w:val="1c"/>
              <w:ind w:firstLine="0"/>
              <w:jc w:val="center"/>
              <w:rPr>
                <w:szCs w:val="28"/>
              </w:rPr>
            </w:pPr>
            <w:r w:rsidRPr="00312742">
              <w:rPr>
                <w:szCs w:val="28"/>
              </w:rPr>
              <w:t>Ответстве</w:t>
            </w:r>
            <w:r w:rsidRPr="00312742">
              <w:rPr>
                <w:szCs w:val="28"/>
              </w:rPr>
              <w:t>н</w:t>
            </w:r>
            <w:r w:rsidRPr="00312742">
              <w:rPr>
                <w:szCs w:val="28"/>
              </w:rPr>
              <w:t>ный исполн</w:t>
            </w:r>
            <w:r w:rsidRPr="00312742">
              <w:rPr>
                <w:szCs w:val="28"/>
              </w:rPr>
              <w:t>и</w:t>
            </w:r>
            <w:r w:rsidRPr="00312742">
              <w:rPr>
                <w:szCs w:val="28"/>
              </w:rPr>
              <w:t>тель</w:t>
            </w:r>
          </w:p>
        </w:tc>
        <w:tc>
          <w:tcPr>
            <w:tcW w:w="1340" w:type="dxa"/>
          </w:tcPr>
          <w:p w:rsidR="00960241" w:rsidRPr="00E9574E" w:rsidRDefault="00960241" w:rsidP="00AA3C5C">
            <w:pPr>
              <w:pStyle w:val="1c"/>
              <w:ind w:firstLine="0"/>
              <w:jc w:val="center"/>
              <w:rPr>
                <w:sz w:val="22"/>
                <w:szCs w:val="22"/>
              </w:rPr>
            </w:pPr>
            <w:r w:rsidRPr="00E9574E">
              <w:rPr>
                <w:sz w:val="22"/>
                <w:szCs w:val="22"/>
              </w:rPr>
              <w:t>Количество уч</w:t>
            </w:r>
            <w:r w:rsidRPr="00E9574E">
              <w:rPr>
                <w:sz w:val="22"/>
                <w:szCs w:val="22"/>
              </w:rPr>
              <w:t>а</w:t>
            </w:r>
            <w:r w:rsidRPr="00E9574E">
              <w:rPr>
                <w:sz w:val="22"/>
                <w:szCs w:val="22"/>
              </w:rPr>
              <w:t>стников, чел</w:t>
            </w:r>
            <w:r w:rsidR="002057D0">
              <w:rPr>
                <w:sz w:val="22"/>
                <w:szCs w:val="22"/>
              </w:rPr>
              <w:t>.</w:t>
            </w:r>
          </w:p>
        </w:tc>
        <w:tc>
          <w:tcPr>
            <w:tcW w:w="2071" w:type="dxa"/>
          </w:tcPr>
          <w:p w:rsidR="00960241" w:rsidRPr="00E9574E" w:rsidRDefault="00960241" w:rsidP="00AA3C5C">
            <w:pPr>
              <w:pStyle w:val="1c"/>
              <w:ind w:firstLine="0"/>
              <w:jc w:val="center"/>
              <w:rPr>
                <w:sz w:val="22"/>
                <w:szCs w:val="22"/>
              </w:rPr>
            </w:pPr>
            <w:r w:rsidRPr="00E9574E">
              <w:rPr>
                <w:sz w:val="22"/>
                <w:szCs w:val="22"/>
              </w:rPr>
              <w:t>Количество благ</w:t>
            </w:r>
            <w:r w:rsidRPr="00E9574E">
              <w:rPr>
                <w:sz w:val="22"/>
                <w:szCs w:val="22"/>
              </w:rPr>
              <w:t>о</w:t>
            </w:r>
            <w:r w:rsidRPr="00E9574E">
              <w:rPr>
                <w:sz w:val="22"/>
                <w:szCs w:val="22"/>
              </w:rPr>
              <w:t>получателей, чел</w:t>
            </w:r>
            <w:r w:rsidRPr="00E9574E">
              <w:rPr>
                <w:sz w:val="22"/>
                <w:szCs w:val="22"/>
              </w:rPr>
              <w:t>о</w:t>
            </w:r>
            <w:r w:rsidRPr="00E9574E">
              <w:rPr>
                <w:sz w:val="22"/>
                <w:szCs w:val="22"/>
              </w:rPr>
              <w:t>век</w:t>
            </w:r>
          </w:p>
        </w:tc>
        <w:tc>
          <w:tcPr>
            <w:tcW w:w="2465" w:type="dxa"/>
          </w:tcPr>
          <w:p w:rsidR="00960241" w:rsidRPr="00E9574E" w:rsidRDefault="00960241" w:rsidP="002057D0">
            <w:pPr>
              <w:pStyle w:val="1c"/>
              <w:ind w:firstLine="0"/>
              <w:jc w:val="center"/>
              <w:rPr>
                <w:sz w:val="22"/>
                <w:szCs w:val="22"/>
              </w:rPr>
            </w:pPr>
            <w:r w:rsidRPr="00E9574E">
              <w:rPr>
                <w:sz w:val="22"/>
                <w:szCs w:val="22"/>
              </w:rPr>
              <w:t>Финансирование мер</w:t>
            </w:r>
            <w:r w:rsidRPr="00E9574E">
              <w:rPr>
                <w:sz w:val="22"/>
                <w:szCs w:val="22"/>
              </w:rPr>
              <w:t>о</w:t>
            </w:r>
            <w:r w:rsidRPr="00E9574E">
              <w:rPr>
                <w:sz w:val="22"/>
                <w:szCs w:val="22"/>
              </w:rPr>
              <w:t>приятия (проекта), рублей</w:t>
            </w:r>
          </w:p>
        </w:tc>
      </w:tr>
      <w:tr w:rsidR="00573549" w:rsidRPr="00312742" w:rsidTr="00AA3C5C">
        <w:trPr>
          <w:trHeight w:val="1182"/>
        </w:trPr>
        <w:tc>
          <w:tcPr>
            <w:tcW w:w="534" w:type="dxa"/>
            <w:tcBorders>
              <w:top w:val="single" w:sz="4" w:space="0" w:color="auto"/>
            </w:tcBorders>
          </w:tcPr>
          <w:p w:rsidR="00573549" w:rsidRDefault="0012007C" w:rsidP="0012007C">
            <w:pPr>
              <w:pStyle w:val="1c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573549" w:rsidRPr="00F372EB" w:rsidRDefault="00A53AF0" w:rsidP="006D4DB6">
            <w:pPr>
              <w:pStyle w:val="1c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Асфальтирование набережной реки  Вятки</w:t>
            </w:r>
            <w:r w:rsidR="00DF445D">
              <w:rPr>
                <w:szCs w:val="28"/>
              </w:rPr>
              <w:t xml:space="preserve"> (участок от дома-музея Шпагина до </w:t>
            </w:r>
            <w:r w:rsidR="006D4DB6">
              <w:rPr>
                <w:szCs w:val="28"/>
              </w:rPr>
              <w:t>фуник</w:t>
            </w:r>
            <w:r w:rsidR="006D4DB6">
              <w:rPr>
                <w:szCs w:val="28"/>
              </w:rPr>
              <w:t>у</w:t>
            </w:r>
            <w:r w:rsidR="006D4DB6">
              <w:rPr>
                <w:szCs w:val="28"/>
              </w:rPr>
              <w:t>лера</w:t>
            </w:r>
            <w:r w:rsidR="00DF445D">
              <w:rPr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73549" w:rsidRPr="009903E8" w:rsidRDefault="009903E8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2013</w:t>
            </w:r>
          </w:p>
        </w:tc>
        <w:tc>
          <w:tcPr>
            <w:tcW w:w="2061" w:type="dxa"/>
            <w:tcBorders>
              <w:top w:val="single" w:sz="4" w:space="0" w:color="auto"/>
            </w:tcBorders>
          </w:tcPr>
          <w:p w:rsidR="00573549" w:rsidRPr="009903E8" w:rsidRDefault="002057D0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Гладышев С.М.</w:t>
            </w:r>
          </w:p>
        </w:tc>
        <w:tc>
          <w:tcPr>
            <w:tcW w:w="1340" w:type="dxa"/>
            <w:tcBorders>
              <w:top w:val="single" w:sz="4" w:space="0" w:color="auto"/>
            </w:tcBorders>
          </w:tcPr>
          <w:p w:rsidR="00573549" w:rsidRPr="00312742" w:rsidRDefault="00530904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071" w:type="dxa"/>
            <w:tcBorders>
              <w:top w:val="single" w:sz="4" w:space="0" w:color="auto"/>
            </w:tcBorders>
          </w:tcPr>
          <w:p w:rsidR="00573549" w:rsidRDefault="00D67F84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34 000 </w:t>
            </w:r>
            <w:r w:rsidR="00573549">
              <w:rPr>
                <w:szCs w:val="28"/>
              </w:rPr>
              <w:t>– 60 000</w:t>
            </w:r>
          </w:p>
        </w:tc>
        <w:tc>
          <w:tcPr>
            <w:tcW w:w="2465" w:type="dxa"/>
            <w:tcBorders>
              <w:top w:val="single" w:sz="4" w:space="0" w:color="auto"/>
            </w:tcBorders>
          </w:tcPr>
          <w:p w:rsidR="00573549" w:rsidRPr="00312742" w:rsidRDefault="00530904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906 000 -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ный бюджет</w:t>
            </w:r>
          </w:p>
        </w:tc>
      </w:tr>
      <w:tr w:rsidR="00573549" w:rsidRPr="00312742" w:rsidTr="00AA3C5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312742" w:rsidRDefault="0012007C" w:rsidP="00DA2C32">
            <w:pPr>
              <w:pStyle w:val="1c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312742" w:rsidRDefault="00573549" w:rsidP="00DA2C32">
            <w:pPr>
              <w:pStyle w:val="1c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Изготовление на территории города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мационных стендов для размещения объявл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ний, афиш и другой информ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573549" w:rsidRDefault="00FD3D5E" w:rsidP="00952B29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312742" w:rsidRDefault="002057D0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Фалалеева В.И.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312742" w:rsidRDefault="00530904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312742" w:rsidRDefault="00D67F84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34 000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312742" w:rsidRDefault="00FD3D5E" w:rsidP="00530904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20 000 - внебю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жетные </w:t>
            </w:r>
            <w:r w:rsidR="00530904">
              <w:rPr>
                <w:szCs w:val="28"/>
              </w:rPr>
              <w:t>средства</w:t>
            </w:r>
          </w:p>
        </w:tc>
      </w:tr>
      <w:tr w:rsidR="00573549" w:rsidRPr="00312742" w:rsidTr="00AA3C5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Default="0012007C" w:rsidP="00DA2C32">
            <w:pPr>
              <w:pStyle w:val="1c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573549" w:rsidRDefault="00AC15CA" w:rsidP="00AC15CA">
            <w:pPr>
              <w:pStyle w:val="1c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Организация и проведение благотворител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акций «Чистый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573549" w:rsidRDefault="00D67F84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Весна, 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то, осень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Default="002057D0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Сем</w:t>
            </w:r>
            <w:r w:rsidR="00531513">
              <w:rPr>
                <w:szCs w:val="28"/>
              </w:rPr>
              <w:t>и</w:t>
            </w:r>
            <w:r>
              <w:rPr>
                <w:szCs w:val="28"/>
              </w:rPr>
              <w:t>братова Л.М.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312742" w:rsidRDefault="00D67F84" w:rsidP="00D67F84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70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Default="006F74B0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34 000 – 60 000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3549" w:rsidRPr="00312742" w:rsidRDefault="00952B29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6 000 - </w:t>
            </w:r>
            <w:r w:rsidR="00530904">
              <w:rPr>
                <w:szCs w:val="28"/>
              </w:rPr>
              <w:t>внебю</w:t>
            </w:r>
            <w:r w:rsidR="00530904">
              <w:rPr>
                <w:szCs w:val="28"/>
              </w:rPr>
              <w:t>д</w:t>
            </w:r>
            <w:r w:rsidR="00530904">
              <w:rPr>
                <w:szCs w:val="28"/>
              </w:rPr>
              <w:t>жетные средс</w:t>
            </w:r>
            <w:r w:rsidR="00530904">
              <w:rPr>
                <w:szCs w:val="28"/>
              </w:rPr>
              <w:t>т</w:t>
            </w:r>
            <w:r w:rsidR="00530904">
              <w:rPr>
                <w:szCs w:val="28"/>
              </w:rPr>
              <w:t>ва</w:t>
            </w:r>
          </w:p>
        </w:tc>
      </w:tr>
      <w:tr w:rsidR="00C23091" w:rsidRPr="00312742" w:rsidTr="00AA3C5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12007C" w:rsidP="00DA2C32">
            <w:pPr>
              <w:pStyle w:val="1c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573549" w:rsidRDefault="00735AB9" w:rsidP="00735AB9">
            <w:pPr>
              <w:pStyle w:val="1c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Восстановление </w:t>
            </w:r>
            <w:r w:rsidR="00AC15CA">
              <w:rPr>
                <w:szCs w:val="28"/>
              </w:rPr>
              <w:t>заградительн</w:t>
            </w:r>
            <w:r>
              <w:rPr>
                <w:szCs w:val="28"/>
              </w:rPr>
              <w:t>ой</w:t>
            </w:r>
            <w:r w:rsidR="00AC15CA">
              <w:rPr>
                <w:szCs w:val="28"/>
              </w:rPr>
              <w:t xml:space="preserve"> полос</w:t>
            </w:r>
            <w:r>
              <w:rPr>
                <w:szCs w:val="28"/>
              </w:rPr>
              <w:t>ы</w:t>
            </w:r>
            <w:r w:rsidR="00AC15CA">
              <w:rPr>
                <w:szCs w:val="28"/>
              </w:rPr>
              <w:t xml:space="preserve"> вдоль автомобильн</w:t>
            </w:r>
            <w:r>
              <w:rPr>
                <w:szCs w:val="28"/>
              </w:rPr>
              <w:t>ой</w:t>
            </w:r>
            <w:r w:rsidR="00AC15CA">
              <w:rPr>
                <w:szCs w:val="28"/>
              </w:rPr>
              <w:t xml:space="preserve"> д</w:t>
            </w:r>
            <w:r w:rsidR="00AC15CA">
              <w:rPr>
                <w:szCs w:val="28"/>
              </w:rPr>
              <w:t>о</w:t>
            </w:r>
            <w:r w:rsidR="00AC15CA">
              <w:rPr>
                <w:szCs w:val="28"/>
              </w:rPr>
              <w:t>рог</w:t>
            </w:r>
            <w:r>
              <w:rPr>
                <w:szCs w:val="28"/>
              </w:rPr>
              <w:t>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573549" w:rsidRDefault="00FD3D5E" w:rsidP="00952B29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530904">
              <w:rPr>
                <w:szCs w:val="28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2057D0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Гладышев С.М.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312742" w:rsidRDefault="00D67F84" w:rsidP="00D67F84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70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6F74B0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34 000 – 60 000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312742" w:rsidRDefault="009D2AD2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12 000 </w:t>
            </w:r>
            <w:r w:rsidR="00530904">
              <w:rPr>
                <w:szCs w:val="28"/>
              </w:rPr>
              <w:t>внебю</w:t>
            </w:r>
            <w:r w:rsidR="00530904">
              <w:rPr>
                <w:szCs w:val="28"/>
              </w:rPr>
              <w:t>д</w:t>
            </w:r>
            <w:r w:rsidR="00530904">
              <w:rPr>
                <w:szCs w:val="28"/>
              </w:rPr>
              <w:t>жетные средс</w:t>
            </w:r>
            <w:r w:rsidR="00530904">
              <w:rPr>
                <w:szCs w:val="28"/>
              </w:rPr>
              <w:t>т</w:t>
            </w:r>
            <w:r w:rsidR="00530904">
              <w:rPr>
                <w:szCs w:val="28"/>
              </w:rPr>
              <w:t>ва</w:t>
            </w:r>
          </w:p>
        </w:tc>
      </w:tr>
      <w:tr w:rsidR="00C23091" w:rsidRPr="00312742" w:rsidTr="00AA3C5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12007C" w:rsidP="00DA2C32">
            <w:pPr>
              <w:pStyle w:val="1c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573549" w:rsidRDefault="00AC15CA" w:rsidP="00DA2C32">
            <w:pPr>
              <w:pStyle w:val="1c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Организация акции «Подари сердце гор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ду» по сдаче донорской крови и пла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573549" w:rsidRDefault="009903E8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2013</w:t>
            </w:r>
            <w:r w:rsidR="00AA3C5C">
              <w:rPr>
                <w:szCs w:val="28"/>
              </w:rPr>
              <w:t xml:space="preserve"> </w:t>
            </w:r>
            <w:r>
              <w:rPr>
                <w:szCs w:val="28"/>
              </w:rPr>
              <w:t>-</w:t>
            </w:r>
            <w:r w:rsidR="00AA3C5C">
              <w:rPr>
                <w:szCs w:val="28"/>
              </w:rPr>
              <w:t xml:space="preserve"> </w:t>
            </w:r>
            <w:r>
              <w:rPr>
                <w:szCs w:val="28"/>
              </w:rPr>
              <w:t>2015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2057D0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Семибратова Л.М.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312742" w:rsidRDefault="009903E8" w:rsidP="00D67F84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70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D67F84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312742" w:rsidRDefault="00D67F84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  <w:tr w:rsidR="00C23091" w:rsidRPr="00312742" w:rsidTr="00AA3C5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12007C" w:rsidP="00DA2C32">
            <w:pPr>
              <w:pStyle w:val="1c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573549" w:rsidRDefault="00AD323A" w:rsidP="00DA2C32">
            <w:pPr>
              <w:pStyle w:val="1c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Создание рекреационной </w:t>
            </w:r>
            <w:r w:rsidR="00AA3C5C">
              <w:rPr>
                <w:szCs w:val="28"/>
              </w:rPr>
              <w:t xml:space="preserve">зоны </w:t>
            </w:r>
            <w:r w:rsidR="00E9574E">
              <w:rPr>
                <w:szCs w:val="28"/>
              </w:rPr>
              <w:t>(</w:t>
            </w:r>
            <w:r>
              <w:rPr>
                <w:szCs w:val="28"/>
              </w:rPr>
              <w:t>или зоны</w:t>
            </w:r>
            <w:r w:rsidR="00AA3C5C">
              <w:rPr>
                <w:szCs w:val="28"/>
              </w:rPr>
              <w:t xml:space="preserve"> для</w:t>
            </w:r>
            <w:r>
              <w:rPr>
                <w:szCs w:val="28"/>
              </w:rPr>
              <w:t xml:space="preserve"> выгула собак</w:t>
            </w:r>
            <w:r w:rsidR="00E9574E">
              <w:rPr>
                <w:szCs w:val="28"/>
              </w:rPr>
              <w:t>) в пойме р.</w:t>
            </w:r>
            <w:r>
              <w:rPr>
                <w:szCs w:val="28"/>
              </w:rPr>
              <w:t xml:space="preserve"> Ошторма (уд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ление лишних кустов и расчистка от мус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573549" w:rsidRDefault="009903E8" w:rsidP="00952B29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2057D0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Шапоренков Е.С.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312742" w:rsidRDefault="009903E8" w:rsidP="00D67F84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10 - 1 000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9903E8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16 000 – 20 000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312742" w:rsidRDefault="00952B29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17 000 - </w:t>
            </w:r>
            <w:r w:rsidR="00530904">
              <w:rPr>
                <w:szCs w:val="28"/>
              </w:rPr>
              <w:t>внебю</w:t>
            </w:r>
            <w:r w:rsidR="00530904">
              <w:rPr>
                <w:szCs w:val="28"/>
              </w:rPr>
              <w:t>д</w:t>
            </w:r>
            <w:r w:rsidR="00530904">
              <w:rPr>
                <w:szCs w:val="28"/>
              </w:rPr>
              <w:t>жетные средс</w:t>
            </w:r>
            <w:r w:rsidR="00530904">
              <w:rPr>
                <w:szCs w:val="28"/>
              </w:rPr>
              <w:t>т</w:t>
            </w:r>
            <w:r w:rsidR="00530904">
              <w:rPr>
                <w:szCs w:val="28"/>
              </w:rPr>
              <w:t>ва</w:t>
            </w:r>
          </w:p>
        </w:tc>
      </w:tr>
      <w:tr w:rsidR="00C23091" w:rsidRPr="00312742" w:rsidTr="00AA3C5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12007C" w:rsidP="00DA2C32">
            <w:pPr>
              <w:pStyle w:val="1c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573549" w:rsidRDefault="00D978AA" w:rsidP="00FD3D5E">
            <w:pPr>
              <w:pStyle w:val="1c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Покрасить памятники</w:t>
            </w:r>
            <w:r w:rsidR="00FD3D5E">
              <w:rPr>
                <w:szCs w:val="28"/>
              </w:rPr>
              <w:t xml:space="preserve"> истории,</w:t>
            </w:r>
            <w:r w:rsidR="0012007C">
              <w:rPr>
                <w:szCs w:val="28"/>
              </w:rPr>
              <w:t xml:space="preserve"> благоустро</w:t>
            </w:r>
            <w:r w:rsidR="0012007C">
              <w:rPr>
                <w:szCs w:val="28"/>
              </w:rPr>
              <w:t>й</w:t>
            </w:r>
            <w:r w:rsidR="0012007C">
              <w:rPr>
                <w:szCs w:val="28"/>
              </w:rPr>
              <w:t>ство прилегающей</w:t>
            </w:r>
            <w:r w:rsidR="009903E8">
              <w:rPr>
                <w:szCs w:val="28"/>
              </w:rPr>
              <w:t xml:space="preserve"> к ним</w:t>
            </w:r>
            <w:r w:rsidR="0012007C">
              <w:rPr>
                <w:szCs w:val="28"/>
              </w:rPr>
              <w:t xml:space="preserve"> терр</w:t>
            </w:r>
            <w:r w:rsidR="0012007C">
              <w:rPr>
                <w:szCs w:val="28"/>
              </w:rPr>
              <w:t>и</w:t>
            </w:r>
            <w:r w:rsidR="0012007C">
              <w:rPr>
                <w:szCs w:val="28"/>
              </w:rPr>
              <w:t>тории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573549" w:rsidRDefault="009903E8" w:rsidP="00952B29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952B29">
              <w:rPr>
                <w:szCs w:val="28"/>
              </w:rPr>
              <w:t>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2057D0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Батаков П.Б.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312742" w:rsidRDefault="00C1642D" w:rsidP="00C1642D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903E8">
              <w:rPr>
                <w:szCs w:val="28"/>
              </w:rPr>
              <w:t xml:space="preserve">0 - </w:t>
            </w:r>
            <w:r>
              <w:rPr>
                <w:szCs w:val="28"/>
              </w:rPr>
              <w:t>4</w:t>
            </w:r>
            <w:r w:rsidR="009903E8">
              <w:rPr>
                <w:szCs w:val="28"/>
              </w:rPr>
              <w:t xml:space="preserve">0 </w:t>
            </w: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Default="009903E8" w:rsidP="009903E8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34 000 – 60 000 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3091" w:rsidRPr="00312742" w:rsidRDefault="00657C2B" w:rsidP="00FD3D5E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9903E8">
              <w:rPr>
                <w:szCs w:val="28"/>
              </w:rPr>
              <w:t xml:space="preserve">5 200 </w:t>
            </w:r>
            <w:r w:rsidR="00FD3D5E">
              <w:rPr>
                <w:szCs w:val="28"/>
              </w:rPr>
              <w:t>–</w:t>
            </w:r>
            <w:r w:rsidR="009903E8">
              <w:rPr>
                <w:szCs w:val="28"/>
              </w:rPr>
              <w:t xml:space="preserve"> </w:t>
            </w:r>
            <w:r w:rsidR="00530904">
              <w:rPr>
                <w:szCs w:val="28"/>
              </w:rPr>
              <w:t>внебю</w:t>
            </w:r>
            <w:r w:rsidR="00530904">
              <w:rPr>
                <w:szCs w:val="28"/>
              </w:rPr>
              <w:t>д</w:t>
            </w:r>
            <w:r w:rsidR="00530904">
              <w:rPr>
                <w:szCs w:val="28"/>
              </w:rPr>
              <w:t>жетные средства</w:t>
            </w:r>
          </w:p>
        </w:tc>
      </w:tr>
      <w:tr w:rsidR="00952B29" w:rsidRPr="00312742" w:rsidTr="00AA3C5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B29" w:rsidRDefault="00952B29" w:rsidP="00DA2C32">
            <w:pPr>
              <w:pStyle w:val="1c"/>
              <w:ind w:firstLine="0"/>
              <w:jc w:val="right"/>
              <w:rPr>
                <w:szCs w:val="28"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B29" w:rsidRDefault="00952B29" w:rsidP="00952B29">
            <w:pPr>
              <w:pStyle w:val="1c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B29" w:rsidRDefault="00952B29" w:rsidP="009903E8">
            <w:pPr>
              <w:pStyle w:val="1c"/>
              <w:ind w:firstLine="0"/>
              <w:jc w:val="center"/>
              <w:rPr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B29" w:rsidRDefault="00952B29" w:rsidP="009903E8">
            <w:pPr>
              <w:pStyle w:val="1c"/>
              <w:ind w:firstLine="0"/>
              <w:jc w:val="center"/>
              <w:rPr>
                <w:szCs w:val="28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B29" w:rsidRDefault="00952B29" w:rsidP="00C1642D">
            <w:pPr>
              <w:pStyle w:val="1c"/>
              <w:ind w:firstLine="0"/>
              <w:jc w:val="center"/>
              <w:rPr>
                <w:szCs w:val="28"/>
              </w:rPr>
            </w:pPr>
          </w:p>
        </w:tc>
        <w:tc>
          <w:tcPr>
            <w:tcW w:w="2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B29" w:rsidRDefault="00952B29" w:rsidP="009903E8">
            <w:pPr>
              <w:pStyle w:val="1c"/>
              <w:ind w:firstLine="0"/>
              <w:jc w:val="center"/>
              <w:rPr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B29" w:rsidRDefault="00952B29" w:rsidP="00FD3D5E">
            <w:pPr>
              <w:pStyle w:val="1c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1 056 200 </w:t>
            </w:r>
          </w:p>
        </w:tc>
      </w:tr>
    </w:tbl>
    <w:p w:rsidR="006B075E" w:rsidRDefault="006B075E" w:rsidP="00FD3D5E">
      <w:pPr>
        <w:pStyle w:val="1c"/>
        <w:ind w:firstLine="0"/>
        <w:jc w:val="left"/>
        <w:rPr>
          <w:szCs w:val="28"/>
        </w:rPr>
      </w:pPr>
    </w:p>
    <w:sectPr w:rsidR="006B075E" w:rsidSect="00E9574E">
      <w:headerReference w:type="first" r:id="rId14"/>
      <w:pgSz w:w="16840" w:h="11907" w:orient="landscape" w:code="9"/>
      <w:pgMar w:top="567" w:right="1134" w:bottom="426" w:left="851" w:header="567" w:footer="567" w:gutter="0"/>
      <w:pgNumType w:start="1"/>
      <w:cols w:space="720"/>
      <w:titlePg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598" w:rsidRDefault="003D1598">
      <w:r>
        <w:separator/>
      </w:r>
    </w:p>
  </w:endnote>
  <w:endnote w:type="continuationSeparator" w:id="1">
    <w:p w:rsidR="003D1598" w:rsidRDefault="003D1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Pr="00E44D2C" w:rsidRDefault="001F7EC5">
    <w:pPr>
      <w:pStyle w:val="10"/>
    </w:pPr>
    <w:fldSimple w:instr=" SAVEDATE  \* MERGEFORMAT ">
      <w:r w:rsidR="007351B4">
        <w:rPr>
          <w:noProof/>
        </w:rPr>
        <w:t>04.07.2013 15:17:00</w:t>
      </w:r>
    </w:fldSimple>
    <w:r w:rsidRPr="00E44D2C">
      <w:t xml:space="preserve"> </w:t>
    </w:r>
    <w:fldSimple w:instr=" FILENAME \* LOWER\p \* MERGEFORMAT ">
      <w:r w:rsidR="008B23C0">
        <w:rPr>
          <w:noProof/>
          <w:lang w:val="en-US"/>
        </w:rPr>
        <w:t>c</w:t>
      </w:r>
      <w:r w:rsidR="008B23C0" w:rsidRPr="008B23C0">
        <w:rPr>
          <w:noProof/>
        </w:rPr>
        <w:t>:\documents and settings\user1205\рабочий стол\распоряжение по программе 5 добрых дел.</w:t>
      </w:r>
      <w:r w:rsidR="008B23C0">
        <w:rPr>
          <w:noProof/>
          <w:lang w:val="en-US"/>
        </w:rPr>
        <w:t>doc</w:t>
      </w:r>
    </w:fldSimple>
    <w:r w:rsidRPr="00E44D2C"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Pr="004A5982" w:rsidRDefault="001F7EC5">
    <w:pPr>
      <w:pStyle w:val="10"/>
    </w:pPr>
    <w:fldSimple w:instr=" FILENAME \* LOWER\p \* MERGEFORMAT ">
      <w:r w:rsidR="008B23C0">
        <w:rPr>
          <w:noProof/>
          <w:lang w:val="en-US"/>
        </w:rPr>
        <w:t>c</w:t>
      </w:r>
      <w:r w:rsidR="008B23C0" w:rsidRPr="008B23C0">
        <w:rPr>
          <w:noProof/>
        </w:rPr>
        <w:t>:\</w:t>
      </w:r>
      <w:r w:rsidR="008B23C0">
        <w:rPr>
          <w:noProof/>
          <w:lang w:val="en-US"/>
        </w:rPr>
        <w:t>documents</w:t>
      </w:r>
      <w:r w:rsidR="008B23C0" w:rsidRPr="008B23C0">
        <w:rPr>
          <w:noProof/>
        </w:rPr>
        <w:t xml:space="preserve"> </w:t>
      </w:r>
      <w:r w:rsidR="008B23C0">
        <w:rPr>
          <w:noProof/>
          <w:lang w:val="en-US"/>
        </w:rPr>
        <w:t>and</w:t>
      </w:r>
      <w:r w:rsidR="008B23C0" w:rsidRPr="008B23C0">
        <w:rPr>
          <w:noProof/>
        </w:rPr>
        <w:t xml:space="preserve"> </w:t>
      </w:r>
      <w:r w:rsidR="008B23C0">
        <w:rPr>
          <w:noProof/>
          <w:lang w:val="en-US"/>
        </w:rPr>
        <w:t>settings</w:t>
      </w:r>
      <w:r w:rsidR="008B23C0" w:rsidRPr="008B23C0">
        <w:rPr>
          <w:noProof/>
        </w:rPr>
        <w:t>\</w:t>
      </w:r>
      <w:r w:rsidR="008B23C0">
        <w:rPr>
          <w:noProof/>
          <w:lang w:val="en-US"/>
        </w:rPr>
        <w:t>user</w:t>
      </w:r>
      <w:r w:rsidR="008B23C0" w:rsidRPr="008B23C0">
        <w:rPr>
          <w:noProof/>
        </w:rPr>
        <w:t>1205\рабочий стол\распоряжение по программе 5 добрых дел.</w:t>
      </w:r>
      <w:r w:rsidR="008B23C0">
        <w:rPr>
          <w:noProof/>
          <w:lang w:val="en-US"/>
        </w:rPr>
        <w:t>doc</w:t>
      </w:r>
    </w:fldSimple>
    <w:r w:rsidRPr="004A5982">
      <w:t xml:space="preserve"> </w:t>
    </w:r>
    <w:fldSimple w:instr=" SAVEDATE  \* MERGEFORMAT ">
      <w:r w:rsidR="007351B4">
        <w:rPr>
          <w:noProof/>
        </w:rPr>
        <w:t>7/4/2013 3:17:00 PM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598" w:rsidRDefault="003D1598">
      <w:r>
        <w:separator/>
      </w:r>
    </w:p>
  </w:footnote>
  <w:footnote w:type="continuationSeparator" w:id="1">
    <w:p w:rsidR="003D1598" w:rsidRDefault="003D1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Default="001F7E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51B4">
      <w:rPr>
        <w:rStyle w:val="a5"/>
        <w:noProof/>
      </w:rPr>
      <w:t>2</w:t>
    </w:r>
    <w:r>
      <w:rPr>
        <w:rStyle w:val="a5"/>
      </w:rPr>
      <w:fldChar w:fldCharType="end"/>
    </w:r>
  </w:p>
  <w:p w:rsidR="001F7EC5" w:rsidRDefault="001F7EC5">
    <w:pPr>
      <w:pStyle w:val="a3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7EC5" w:rsidRDefault="001F7EC5">
    <w:pPr>
      <w:pStyle w:val="a3"/>
      <w:framePr w:wrap="around" w:vAnchor="page" w:hAnchor="margin" w:xAlign="center" w:y="568" w:anchorLock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51B4">
      <w:rPr>
        <w:rStyle w:val="a5"/>
        <w:noProof/>
      </w:rPr>
      <w:t>3</w:t>
    </w:r>
    <w:r>
      <w:rPr>
        <w:rStyle w:val="a5"/>
      </w:rPr>
      <w:fldChar w:fldCharType="end"/>
    </w:r>
  </w:p>
  <w:p w:rsidR="001F7EC5" w:rsidRDefault="001F7EC5">
    <w:pPr>
      <w:pStyle w:val="a3"/>
      <w:ind w:right="360"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Layout w:type="fixed"/>
      <w:tblCellMar>
        <w:left w:w="0" w:type="dxa"/>
        <w:right w:w="0" w:type="dxa"/>
      </w:tblCellMar>
      <w:tblLook w:val="0000"/>
    </w:tblPr>
    <w:tblGrid>
      <w:gridCol w:w="9072"/>
    </w:tblGrid>
    <w:tr w:rsidR="001E239C" w:rsidTr="001E239C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hRule="exact" w:val="947"/>
      </w:trPr>
      <w:tc>
        <w:tcPr>
          <w:tcW w:w="9072" w:type="dxa"/>
        </w:tcPr>
        <w:p w:rsidR="001E239C" w:rsidRDefault="002C31A0" w:rsidP="001E239C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533400" cy="590550"/>
                <wp:effectExtent l="1905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lum bright="12000"/>
                        </a:blip>
                        <a:srcRect l="12433" t="23038" r="116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400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E239C" w:rsidRDefault="001E239C">
          <w:pPr>
            <w:pStyle w:val="aff"/>
            <w:framePr w:wrap="around"/>
            <w:spacing w:line="200" w:lineRule="exact"/>
            <w:rPr>
              <w:sz w:val="28"/>
            </w:rPr>
          </w:pPr>
        </w:p>
      </w:tc>
    </w:tr>
  </w:tbl>
  <w:p w:rsidR="001F7EC5" w:rsidRDefault="001F7EC5">
    <w:pPr>
      <w:pStyle w:val="a3"/>
      <w:rPr>
        <w:sz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339" w:rsidRDefault="008C0339" w:rsidP="00D0306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54A84"/>
    <w:multiLevelType w:val="multilevel"/>
    <w:tmpl w:val="65EA39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stylePaneFormatFilter w:val="3F01"/>
  <w:defaultTabStop w:val="708"/>
  <w:autoHyphenation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5D56FA"/>
    <w:rsid w:val="00020155"/>
    <w:rsid w:val="00043924"/>
    <w:rsid w:val="00053E24"/>
    <w:rsid w:val="000602CE"/>
    <w:rsid w:val="000A16E4"/>
    <w:rsid w:val="000C21E8"/>
    <w:rsid w:val="000C79B5"/>
    <w:rsid w:val="00111558"/>
    <w:rsid w:val="00112B79"/>
    <w:rsid w:val="0012007C"/>
    <w:rsid w:val="00141FCF"/>
    <w:rsid w:val="00151F86"/>
    <w:rsid w:val="0016392F"/>
    <w:rsid w:val="00164582"/>
    <w:rsid w:val="0018629E"/>
    <w:rsid w:val="00190B2E"/>
    <w:rsid w:val="001E239C"/>
    <w:rsid w:val="001F7EC5"/>
    <w:rsid w:val="002032D1"/>
    <w:rsid w:val="002046B4"/>
    <w:rsid w:val="002057D0"/>
    <w:rsid w:val="0020730D"/>
    <w:rsid w:val="00211E5D"/>
    <w:rsid w:val="00213148"/>
    <w:rsid w:val="00226093"/>
    <w:rsid w:val="00241FF4"/>
    <w:rsid w:val="00246C18"/>
    <w:rsid w:val="0029340E"/>
    <w:rsid w:val="002B5710"/>
    <w:rsid w:val="002C02F9"/>
    <w:rsid w:val="002C0B58"/>
    <w:rsid w:val="002C31A0"/>
    <w:rsid w:val="002C6F3D"/>
    <w:rsid w:val="002D55C1"/>
    <w:rsid w:val="0030635B"/>
    <w:rsid w:val="00312742"/>
    <w:rsid w:val="00323498"/>
    <w:rsid w:val="0034285B"/>
    <w:rsid w:val="0038043C"/>
    <w:rsid w:val="00382AE2"/>
    <w:rsid w:val="00391B13"/>
    <w:rsid w:val="003A38B2"/>
    <w:rsid w:val="003D1598"/>
    <w:rsid w:val="003E20ED"/>
    <w:rsid w:val="003F100D"/>
    <w:rsid w:val="004312E4"/>
    <w:rsid w:val="004333D4"/>
    <w:rsid w:val="00441A3D"/>
    <w:rsid w:val="004431F4"/>
    <w:rsid w:val="004532CC"/>
    <w:rsid w:val="004557CD"/>
    <w:rsid w:val="00481228"/>
    <w:rsid w:val="004836CE"/>
    <w:rsid w:val="00483743"/>
    <w:rsid w:val="004A5623"/>
    <w:rsid w:val="004A5982"/>
    <w:rsid w:val="004C793C"/>
    <w:rsid w:val="004F7939"/>
    <w:rsid w:val="00504E03"/>
    <w:rsid w:val="00517A74"/>
    <w:rsid w:val="005223A4"/>
    <w:rsid w:val="00527EBF"/>
    <w:rsid w:val="00530904"/>
    <w:rsid w:val="00531513"/>
    <w:rsid w:val="00573549"/>
    <w:rsid w:val="005A1B41"/>
    <w:rsid w:val="005A4DB6"/>
    <w:rsid w:val="005B0B42"/>
    <w:rsid w:val="005D2492"/>
    <w:rsid w:val="005D56FA"/>
    <w:rsid w:val="005D6BD3"/>
    <w:rsid w:val="00616BBA"/>
    <w:rsid w:val="00654D3B"/>
    <w:rsid w:val="00655025"/>
    <w:rsid w:val="00657C2B"/>
    <w:rsid w:val="006774F8"/>
    <w:rsid w:val="00685DAF"/>
    <w:rsid w:val="006A6FF1"/>
    <w:rsid w:val="006B075E"/>
    <w:rsid w:val="006D4DB6"/>
    <w:rsid w:val="006E5B9A"/>
    <w:rsid w:val="006F39B3"/>
    <w:rsid w:val="006F74B0"/>
    <w:rsid w:val="00716AF3"/>
    <w:rsid w:val="00717C53"/>
    <w:rsid w:val="007351B4"/>
    <w:rsid w:val="00735AB9"/>
    <w:rsid w:val="00780FAB"/>
    <w:rsid w:val="00805D3D"/>
    <w:rsid w:val="0080733D"/>
    <w:rsid w:val="00807EBE"/>
    <w:rsid w:val="00851A4F"/>
    <w:rsid w:val="00872FFD"/>
    <w:rsid w:val="00886365"/>
    <w:rsid w:val="008B23C0"/>
    <w:rsid w:val="008B3E03"/>
    <w:rsid w:val="008C0339"/>
    <w:rsid w:val="008C530A"/>
    <w:rsid w:val="008E1E0A"/>
    <w:rsid w:val="00906FAF"/>
    <w:rsid w:val="009127E5"/>
    <w:rsid w:val="00926E88"/>
    <w:rsid w:val="009461CB"/>
    <w:rsid w:val="009526DA"/>
    <w:rsid w:val="00952B29"/>
    <w:rsid w:val="00960241"/>
    <w:rsid w:val="009903E8"/>
    <w:rsid w:val="00994C20"/>
    <w:rsid w:val="009A53C1"/>
    <w:rsid w:val="009B0E33"/>
    <w:rsid w:val="009B646F"/>
    <w:rsid w:val="009D2AD2"/>
    <w:rsid w:val="009E4C1E"/>
    <w:rsid w:val="00A2140F"/>
    <w:rsid w:val="00A227DD"/>
    <w:rsid w:val="00A318F9"/>
    <w:rsid w:val="00A445F4"/>
    <w:rsid w:val="00A53AF0"/>
    <w:rsid w:val="00A9396C"/>
    <w:rsid w:val="00AA3C5C"/>
    <w:rsid w:val="00AC15CA"/>
    <w:rsid w:val="00AD13FE"/>
    <w:rsid w:val="00AD323A"/>
    <w:rsid w:val="00AD766C"/>
    <w:rsid w:val="00B241FE"/>
    <w:rsid w:val="00B4048F"/>
    <w:rsid w:val="00B51D49"/>
    <w:rsid w:val="00B56AB3"/>
    <w:rsid w:val="00B77C03"/>
    <w:rsid w:val="00B8669A"/>
    <w:rsid w:val="00BC48B9"/>
    <w:rsid w:val="00BC62A4"/>
    <w:rsid w:val="00BE0129"/>
    <w:rsid w:val="00BE2FA4"/>
    <w:rsid w:val="00BE5DE6"/>
    <w:rsid w:val="00BF686A"/>
    <w:rsid w:val="00C1642D"/>
    <w:rsid w:val="00C23091"/>
    <w:rsid w:val="00C26EA4"/>
    <w:rsid w:val="00C43DD1"/>
    <w:rsid w:val="00C452F7"/>
    <w:rsid w:val="00C539DC"/>
    <w:rsid w:val="00C626B6"/>
    <w:rsid w:val="00C62EBA"/>
    <w:rsid w:val="00C6666D"/>
    <w:rsid w:val="00C714D3"/>
    <w:rsid w:val="00CC32FF"/>
    <w:rsid w:val="00CC3585"/>
    <w:rsid w:val="00CD6E48"/>
    <w:rsid w:val="00CE0AAF"/>
    <w:rsid w:val="00D03068"/>
    <w:rsid w:val="00D07815"/>
    <w:rsid w:val="00D13F6B"/>
    <w:rsid w:val="00D35305"/>
    <w:rsid w:val="00D4294C"/>
    <w:rsid w:val="00D67F84"/>
    <w:rsid w:val="00D978AA"/>
    <w:rsid w:val="00DA2C32"/>
    <w:rsid w:val="00DC485E"/>
    <w:rsid w:val="00DE053B"/>
    <w:rsid w:val="00DE5203"/>
    <w:rsid w:val="00DF445D"/>
    <w:rsid w:val="00E218E0"/>
    <w:rsid w:val="00E2554E"/>
    <w:rsid w:val="00E435CE"/>
    <w:rsid w:val="00E44D2C"/>
    <w:rsid w:val="00E573DA"/>
    <w:rsid w:val="00E57662"/>
    <w:rsid w:val="00E62ED0"/>
    <w:rsid w:val="00E9574E"/>
    <w:rsid w:val="00EB6C99"/>
    <w:rsid w:val="00EE2CA4"/>
    <w:rsid w:val="00EF079D"/>
    <w:rsid w:val="00F032E3"/>
    <w:rsid w:val="00F2269A"/>
    <w:rsid w:val="00F372EB"/>
    <w:rsid w:val="00F47B4B"/>
    <w:rsid w:val="00F703D5"/>
    <w:rsid w:val="00F7514A"/>
    <w:rsid w:val="00F92FDF"/>
    <w:rsid w:val="00FB032C"/>
    <w:rsid w:val="00FB39DA"/>
    <w:rsid w:val="00FC0E2C"/>
    <w:rsid w:val="00FD3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qFormat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703"/>
        <w:tab w:val="right" w:pos="9406"/>
      </w:tabs>
    </w:pPr>
  </w:style>
  <w:style w:type="paragraph" w:styleId="a4">
    <w:name w:val="footer"/>
    <w:basedOn w:val="a"/>
    <w:pPr>
      <w:tabs>
        <w:tab w:val="center" w:pos="4703"/>
        <w:tab w:val="right" w:pos="9406"/>
      </w:tabs>
    </w:pPr>
    <w:rPr>
      <w:sz w:val="10"/>
    </w:rPr>
  </w:style>
  <w:style w:type="character" w:styleId="a5">
    <w:name w:val="page number"/>
    <w:basedOn w:val="a0"/>
    <w:rPr>
      <w:sz w:val="28"/>
      <w:bdr w:val="none" w:sz="0" w:space="0" w:color="auto"/>
    </w:rPr>
  </w:style>
  <w:style w:type="paragraph" w:customStyle="1" w:styleId="a6">
    <w:name w:val="абзац"/>
    <w:basedOn w:val="a"/>
    <w:pPr>
      <w:ind w:left="851"/>
    </w:pPr>
    <w:rPr>
      <w:sz w:val="26"/>
    </w:rPr>
  </w:style>
  <w:style w:type="paragraph" w:customStyle="1" w:styleId="a7">
    <w:name w:val="Текст табл.с отступом"/>
    <w:basedOn w:val="a8"/>
    <w:pPr>
      <w:spacing w:before="120"/>
      <w:ind w:firstLine="709"/>
    </w:pPr>
  </w:style>
  <w:style w:type="paragraph" w:customStyle="1" w:styleId="a9">
    <w:name w:val="краткое содержание"/>
    <w:basedOn w:val="a"/>
    <w:next w:val="a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0">
    <w:name w:val="НК1"/>
    <w:basedOn w:val="a4"/>
    <w:pPr>
      <w:spacing w:before="120"/>
    </w:pPr>
    <w:rPr>
      <w:sz w:val="16"/>
    </w:rPr>
  </w:style>
  <w:style w:type="paragraph" w:styleId="aa">
    <w:name w:val="Signature"/>
    <w:basedOn w:val="a"/>
    <w:pPr>
      <w:ind w:left="4252"/>
    </w:pPr>
    <w:rPr>
      <w:sz w:val="26"/>
    </w:rPr>
  </w:style>
  <w:style w:type="paragraph" w:customStyle="1" w:styleId="ab">
    <w:name w:val="строка с номером бланка"/>
    <w:basedOn w:val="a"/>
    <w:pPr>
      <w:framePr w:w="4491" w:h="3169" w:hSpace="142" w:wrap="around" w:vAnchor="text" w:hAnchor="page" w:x="1727" w:y="20"/>
      <w:spacing w:before="240"/>
      <w:jc w:val="center"/>
    </w:pPr>
    <w:rPr>
      <w:noProof/>
    </w:rPr>
  </w:style>
  <w:style w:type="paragraph" w:styleId="ac">
    <w:name w:val="footnote text"/>
    <w:basedOn w:val="a"/>
    <w:semiHidden/>
  </w:style>
  <w:style w:type="paragraph" w:customStyle="1" w:styleId="11">
    <w:name w:val="ВК1"/>
    <w:basedOn w:val="a3"/>
    <w:pPr>
      <w:tabs>
        <w:tab w:val="clear" w:pos="9406"/>
        <w:tab w:val="right" w:pos="9214"/>
      </w:tabs>
      <w:ind w:right="1418"/>
      <w:jc w:val="center"/>
    </w:pPr>
    <w:rPr>
      <w:b/>
      <w:sz w:val="26"/>
    </w:rPr>
  </w:style>
  <w:style w:type="paragraph" w:styleId="ad">
    <w:name w:val="Plain Text"/>
    <w:basedOn w:val="a"/>
    <w:pPr>
      <w:spacing w:after="120"/>
      <w:ind w:firstLine="851"/>
      <w:jc w:val="both"/>
    </w:pPr>
    <w:rPr>
      <w:sz w:val="26"/>
    </w:rPr>
  </w:style>
  <w:style w:type="paragraph" w:styleId="ae">
    <w:name w:val="caption"/>
    <w:basedOn w:val="a"/>
    <w:next w:val="a"/>
    <w:qFormat/>
    <w:pPr>
      <w:spacing w:before="120" w:after="120"/>
    </w:pPr>
    <w:rPr>
      <w:b/>
    </w:rPr>
  </w:style>
  <w:style w:type="paragraph" w:customStyle="1" w:styleId="af">
    <w:name w:val="По центру"/>
    <w:basedOn w:val="a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20">
    <w:name w:val="Подпись2"/>
    <w:basedOn w:val="a"/>
    <w:pPr>
      <w:suppressAutoHyphens/>
      <w:spacing w:before="480" w:after="480"/>
    </w:pPr>
    <w:rPr>
      <w:sz w:val="28"/>
    </w:rPr>
  </w:style>
  <w:style w:type="paragraph" w:customStyle="1" w:styleId="12">
    <w:name w:val="Подпись1"/>
    <w:basedOn w:val="20"/>
    <w:pPr>
      <w:jc w:val="right"/>
    </w:pPr>
  </w:style>
  <w:style w:type="paragraph" w:customStyle="1" w:styleId="1c">
    <w:name w:val="Абзац1 c отступом"/>
    <w:basedOn w:val="a6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0">
    <w:name w:val="разослать"/>
    <w:basedOn w:val="ad"/>
    <w:pPr>
      <w:spacing w:after="160"/>
      <w:ind w:left="1418" w:hanging="1418"/>
    </w:pPr>
    <w:rPr>
      <w:sz w:val="28"/>
    </w:rPr>
  </w:style>
  <w:style w:type="paragraph" w:customStyle="1" w:styleId="af1">
    <w:name w:val="Утверждено"/>
    <w:basedOn w:val="1c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2">
    <w:name w:val="Приложение"/>
    <w:basedOn w:val="1c"/>
    <w:pPr>
      <w:ind w:firstLine="4678"/>
    </w:pPr>
  </w:style>
  <w:style w:type="paragraph" w:customStyle="1" w:styleId="af3">
    <w:name w:val="Крат.сод. полож."/>
    <w:aliases w:val="и т.д."/>
    <w:basedOn w:val="af"/>
    <w:pPr>
      <w:spacing w:before="0" w:after="0"/>
    </w:pPr>
    <w:rPr>
      <w:sz w:val="32"/>
    </w:rPr>
  </w:style>
  <w:style w:type="paragraph" w:customStyle="1" w:styleId="13">
    <w:name w:val="Стиль1"/>
    <w:basedOn w:val="af"/>
    <w:pPr>
      <w:spacing w:before="0" w:after="0"/>
    </w:pPr>
    <w:rPr>
      <w:sz w:val="32"/>
    </w:rPr>
  </w:style>
  <w:style w:type="paragraph" w:customStyle="1" w:styleId="af4">
    <w:name w:val="Наименование документа"/>
    <w:basedOn w:val="af"/>
    <w:pPr>
      <w:spacing w:before="720" w:after="120"/>
    </w:pPr>
    <w:rPr>
      <w:spacing w:val="140"/>
      <w:sz w:val="32"/>
    </w:rPr>
  </w:style>
  <w:style w:type="paragraph" w:customStyle="1" w:styleId="af5">
    <w:name w:val="Наименование раздела"/>
    <w:basedOn w:val="af"/>
    <w:pPr>
      <w:keepLines w:val="0"/>
      <w:suppressAutoHyphens/>
      <w:spacing w:before="360"/>
      <w:ind w:left="709" w:right="709"/>
    </w:pPr>
  </w:style>
  <w:style w:type="paragraph" w:customStyle="1" w:styleId="21">
    <w:name w:val="Стиль2"/>
    <w:basedOn w:val="20"/>
    <w:pPr>
      <w:jc w:val="both"/>
    </w:pPr>
  </w:style>
  <w:style w:type="paragraph" w:customStyle="1" w:styleId="a8">
    <w:name w:val="Текст табличный"/>
    <w:basedOn w:val="20"/>
    <w:pPr>
      <w:spacing w:before="0" w:after="0"/>
    </w:pPr>
  </w:style>
  <w:style w:type="paragraph" w:customStyle="1" w:styleId="af6">
    <w:name w:val="Визы"/>
    <w:basedOn w:val="a8"/>
  </w:style>
  <w:style w:type="character" w:styleId="af7">
    <w:name w:val="footnote reference"/>
    <w:basedOn w:val="a0"/>
    <w:semiHidden/>
    <w:rPr>
      <w:vertAlign w:val="superscript"/>
    </w:rPr>
  </w:style>
  <w:style w:type="paragraph" w:customStyle="1" w:styleId="22">
    <w:name w:val="Текст2"/>
    <w:basedOn w:val="ad"/>
    <w:pPr>
      <w:tabs>
        <w:tab w:val="left" w:pos="709"/>
      </w:tabs>
      <w:spacing w:after="160"/>
      <w:ind w:firstLine="709"/>
    </w:pPr>
  </w:style>
  <w:style w:type="paragraph" w:customStyle="1" w:styleId="14">
    <w:name w:val="абзац1 для образца"/>
    <w:basedOn w:val="1c"/>
    <w:pPr>
      <w:ind w:left="1559" w:right="1134"/>
    </w:pPr>
  </w:style>
  <w:style w:type="paragraph" w:customStyle="1" w:styleId="30">
    <w:name w:val="Стиль3"/>
    <w:basedOn w:val="1c"/>
    <w:pPr>
      <w:ind w:left="1701"/>
    </w:pPr>
  </w:style>
  <w:style w:type="paragraph" w:customStyle="1" w:styleId="af8">
    <w:name w:val="Заголовок утв.док."/>
    <w:aliases w:val="прилож."/>
    <w:basedOn w:val="af3"/>
    <w:pPr>
      <w:spacing w:before="960" w:after="120"/>
    </w:pPr>
    <w:rPr>
      <w:noProof/>
      <w:sz w:val="20"/>
    </w:rPr>
  </w:style>
  <w:style w:type="paragraph" w:customStyle="1" w:styleId="af9">
    <w:name w:val="Последняя строка абзаца"/>
    <w:basedOn w:val="1c"/>
    <w:pPr>
      <w:jc w:val="left"/>
    </w:pPr>
  </w:style>
  <w:style w:type="paragraph" w:customStyle="1" w:styleId="afa">
    <w:name w:val="Первая строка заголовка"/>
    <w:basedOn w:val="af8"/>
    <w:rPr>
      <w:sz w:val="32"/>
    </w:rPr>
  </w:style>
  <w:style w:type="paragraph" w:customStyle="1" w:styleId="afb">
    <w:name w:val="остальные строки заголовка"/>
    <w:basedOn w:val="a"/>
    <w:pPr>
      <w:keepNext/>
      <w:keepLines/>
      <w:spacing w:after="480"/>
      <w:ind w:left="851" w:right="851"/>
      <w:jc w:val="center"/>
    </w:pPr>
    <w:rPr>
      <w:b/>
      <w:noProof/>
      <w:sz w:val="28"/>
    </w:rPr>
  </w:style>
  <w:style w:type="paragraph" w:customStyle="1" w:styleId="15">
    <w:name w:val="НК1 на обороте"/>
    <w:basedOn w:val="10"/>
  </w:style>
  <w:style w:type="paragraph" w:customStyle="1" w:styleId="afc">
    <w:name w:val="Черта в конце текста"/>
    <w:basedOn w:val="aa"/>
    <w:pPr>
      <w:spacing w:before="480"/>
      <w:ind w:left="4253"/>
    </w:pPr>
  </w:style>
  <w:style w:type="paragraph" w:customStyle="1" w:styleId="23">
    <w:name w:val="ВК2 для бл.нем.культ.центра"/>
    <w:basedOn w:val="a3"/>
  </w:style>
  <w:style w:type="paragraph" w:customStyle="1" w:styleId="40">
    <w:name w:val="Стиль4"/>
    <w:basedOn w:val="afd"/>
    <w:pPr>
      <w:framePr w:w="4536" w:h="3170" w:wrap="around" w:vAnchor="page" w:hAnchor="page" w:x="1560" w:y="1498"/>
      <w:spacing w:before="60" w:after="60" w:line="180" w:lineRule="exact"/>
      <w:jc w:val="center"/>
    </w:pPr>
    <w:rPr>
      <w:color w:val="000000"/>
      <w:sz w:val="18"/>
    </w:rPr>
  </w:style>
  <w:style w:type="paragraph" w:customStyle="1" w:styleId="16">
    <w:name w:val="Абзац1 без отступа"/>
    <w:basedOn w:val="1c"/>
    <w:pPr>
      <w:ind w:firstLine="0"/>
    </w:pPr>
  </w:style>
  <w:style w:type="paragraph" w:customStyle="1" w:styleId="17">
    <w:name w:val="Абзац1 с отступом"/>
    <w:basedOn w:val="a"/>
    <w:pPr>
      <w:spacing w:after="60" w:line="360" w:lineRule="auto"/>
      <w:ind w:firstLine="709"/>
      <w:jc w:val="both"/>
    </w:pPr>
    <w:rPr>
      <w:sz w:val="28"/>
    </w:rPr>
  </w:style>
  <w:style w:type="paragraph" w:customStyle="1" w:styleId="afe">
    <w:name w:val="Обращение в письме"/>
    <w:basedOn w:val="af5"/>
  </w:style>
  <w:style w:type="paragraph" w:customStyle="1" w:styleId="31">
    <w:name w:val="3 интервала"/>
    <w:basedOn w:val="af"/>
    <w:pPr>
      <w:spacing w:before="0" w:after="480"/>
      <w:jc w:val="left"/>
    </w:pPr>
  </w:style>
  <w:style w:type="paragraph" w:styleId="afd">
    <w:name w:val="Body Text"/>
    <w:basedOn w:val="a"/>
    <w:pPr>
      <w:spacing w:after="120"/>
    </w:pPr>
  </w:style>
  <w:style w:type="paragraph" w:customStyle="1" w:styleId="aff">
    <w:name w:val="Бланк_адрес"/>
    <w:aliases w:val="тел."/>
    <w:basedOn w:val="a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aff0">
    <w:name w:val="адресат"/>
    <w:basedOn w:val="a"/>
    <w:pPr>
      <w:ind w:left="5387"/>
    </w:pPr>
    <w:rPr>
      <w:b/>
      <w:sz w:val="28"/>
    </w:rPr>
  </w:style>
  <w:style w:type="paragraph" w:customStyle="1" w:styleId="aff1">
    <w:name w:val="Бланк_адрес.тел."/>
    <w:basedOn w:val="a"/>
    <w:pPr>
      <w:framePr w:w="4536" w:h="3170" w:wrap="auto" w:vAnchor="page" w:hAnchor="page" w:x="1560" w:y="1498"/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4">
    <w:name w:val="Текст табл.2"/>
    <w:basedOn w:val="a8"/>
    <w:pPr>
      <w:jc w:val="right"/>
    </w:pPr>
  </w:style>
  <w:style w:type="character" w:styleId="aff2">
    <w:name w:val="Hyperlink"/>
    <w:basedOn w:val="a0"/>
    <w:rPr>
      <w:color w:val="0000FF"/>
      <w:u w:val="single"/>
    </w:rPr>
  </w:style>
  <w:style w:type="character" w:styleId="aff3">
    <w:name w:val="FollowedHyperlink"/>
    <w:basedOn w:val="a0"/>
    <w:rPr>
      <w:color w:val="800080"/>
      <w:u w:val="single"/>
    </w:rPr>
  </w:style>
  <w:style w:type="paragraph" w:styleId="aff4">
    <w:name w:val="Balloon Text"/>
    <w:basedOn w:val="a"/>
    <w:semiHidden/>
    <w:rsid w:val="005D56FA"/>
    <w:rPr>
      <w:rFonts w:ascii="Tahoma" w:hAnsi="Tahoma" w:cs="Tahoma"/>
      <w:sz w:val="16"/>
      <w:szCs w:val="16"/>
    </w:rPr>
  </w:style>
  <w:style w:type="table" w:styleId="aff5">
    <w:name w:val="Table Grid"/>
    <w:basedOn w:val="a1"/>
    <w:rsid w:val="008C033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DE1A6-8521-4F6F-A990-E23508C91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по программе 5 добрых дел</Template>
  <TotalTime>0</TotalTime>
  <Pages>1</Pages>
  <Words>624</Words>
  <Characters>3558</Characters>
  <Application>Microsoft Office Word</Application>
  <DocSecurity>2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области</vt:lpstr>
    </vt:vector>
  </TitlesOfParts>
  <Company>Elcom Ltd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области</dc:title>
  <dc:subject/>
  <dc:creator>Шиляева А.В., 38-11-26</dc:creator>
  <cp:keywords/>
  <dc:description>Шаблон для создания новых документов. Разработан Шиляевой А.В., тел. 38-11-55</dc:description>
  <cp:lastModifiedBy>User2306</cp:lastModifiedBy>
  <cp:revision>2</cp:revision>
  <cp:lastPrinted>2013-07-04T10:30:00Z</cp:lastPrinted>
  <dcterms:created xsi:type="dcterms:W3CDTF">2013-07-08T07:42:00Z</dcterms:created>
  <dcterms:modified xsi:type="dcterms:W3CDTF">2013-07-08T07:42:00Z</dcterms:modified>
</cp:coreProperties>
</file>