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B2" w:rsidRDefault="00F85938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59.55pt;height:66.1pt;z-index:251657728" stroked="f">
            <v:textbox>
              <w:txbxContent>
                <w:p w:rsidR="00EF2CB2" w:rsidRDefault="009C187D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49300"/>
                        <wp:effectExtent l="1905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F2CB2" w:rsidRDefault="00EF2CB2">
      <w:pPr>
        <w:rPr>
          <w:lang w:val="en-US"/>
        </w:rPr>
      </w:pPr>
    </w:p>
    <w:p w:rsidR="00EF2CB2" w:rsidRDefault="00EF2CB2">
      <w:pPr>
        <w:rPr>
          <w:lang w:val="en-US"/>
        </w:rPr>
      </w:pPr>
    </w:p>
    <w:p w:rsidR="00EF2CB2" w:rsidRDefault="00EF2CB2">
      <w:pPr>
        <w:rPr>
          <w:lang w:val="en-US"/>
        </w:rPr>
      </w:pPr>
    </w:p>
    <w:p w:rsidR="00EF2CB2" w:rsidRDefault="00EF2CB2">
      <w:pPr>
        <w:rPr>
          <w:lang w:val="en-US"/>
        </w:rPr>
      </w:pPr>
    </w:p>
    <w:p w:rsidR="00EF2CB2" w:rsidRDefault="00EF2CB2">
      <w:pPr>
        <w:rPr>
          <w:lang w:val="en-US"/>
        </w:rPr>
      </w:pPr>
    </w:p>
    <w:p w:rsidR="00EF2CB2" w:rsidRDefault="00EF2CB2">
      <w:pPr>
        <w:pStyle w:val="1"/>
      </w:pPr>
    </w:p>
    <w:p w:rsidR="00EF2CB2" w:rsidRDefault="006C5B1A" w:rsidP="006C5B1A">
      <w:pPr>
        <w:pStyle w:val="1"/>
        <w:tabs>
          <w:tab w:val="left" w:pos="680"/>
          <w:tab w:val="center" w:pos="4677"/>
        </w:tabs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АДМИНИСТРАЦИЯ</w:t>
      </w:r>
      <w:r w:rsidR="00EF2CB2">
        <w:rPr>
          <w:sz w:val="28"/>
        </w:rPr>
        <w:t xml:space="preserve"> ГОРОДА ВЯТСКИЕ ПОЛЯНЫ</w:t>
      </w:r>
    </w:p>
    <w:p w:rsidR="00EF2CB2" w:rsidRDefault="00EF2CB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F2CB2" w:rsidRDefault="00EF2CB2">
      <w:pPr>
        <w:jc w:val="center"/>
        <w:rPr>
          <w:b/>
          <w:bCs/>
          <w:sz w:val="32"/>
        </w:rPr>
      </w:pPr>
    </w:p>
    <w:p w:rsidR="00EF2CB2" w:rsidRDefault="00EF5575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C6C70" w:rsidRPr="009C6C70" w:rsidRDefault="009C6C70" w:rsidP="009C6C70"/>
    <w:p w:rsidR="00EF2CB2" w:rsidRPr="008349A4" w:rsidRDefault="00EF2CB2">
      <w:pPr>
        <w:jc w:val="center"/>
        <w:rPr>
          <w:b/>
          <w:bCs/>
        </w:rPr>
      </w:pPr>
    </w:p>
    <w:p w:rsidR="00EF2CB2" w:rsidRPr="009C6C70" w:rsidRDefault="005C23DE" w:rsidP="00431A57">
      <w:pPr>
        <w:rPr>
          <w:sz w:val="28"/>
          <w:szCs w:val="28"/>
          <w:u w:val="single"/>
        </w:rPr>
      </w:pPr>
      <w:r w:rsidRPr="009C6C70">
        <w:rPr>
          <w:sz w:val="28"/>
          <w:szCs w:val="28"/>
          <w:u w:val="single"/>
        </w:rPr>
        <w:t xml:space="preserve">  </w:t>
      </w:r>
      <w:r w:rsidR="009C6C70" w:rsidRPr="009C6C70">
        <w:rPr>
          <w:sz w:val="28"/>
          <w:szCs w:val="28"/>
          <w:u w:val="single"/>
        </w:rPr>
        <w:t>29.10.2019</w:t>
      </w:r>
      <w:r w:rsidR="00431A57" w:rsidRPr="005D5C20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 w:rsidR="00431A5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6C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9C6C70">
        <w:rPr>
          <w:sz w:val="28"/>
          <w:szCs w:val="28"/>
        </w:rPr>
        <w:t xml:space="preserve">№  </w:t>
      </w:r>
      <w:r w:rsidR="009C6C70" w:rsidRPr="009C6C70">
        <w:rPr>
          <w:sz w:val="28"/>
          <w:szCs w:val="28"/>
          <w:u w:val="single"/>
        </w:rPr>
        <w:t>1491</w:t>
      </w:r>
    </w:p>
    <w:p w:rsidR="00EF2CB2" w:rsidRPr="00A6012E" w:rsidRDefault="00EF2CB2" w:rsidP="00596B05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 w:rsidR="00A6012E"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Поляны</w:t>
      </w:r>
    </w:p>
    <w:p w:rsidR="00596B05" w:rsidRPr="005D5C20" w:rsidRDefault="00596B05" w:rsidP="00B41EAD">
      <w:pPr>
        <w:jc w:val="center"/>
        <w:rPr>
          <w:b/>
          <w:sz w:val="48"/>
          <w:szCs w:val="28"/>
        </w:rPr>
      </w:pPr>
    </w:p>
    <w:p w:rsidR="00E21C2C" w:rsidRPr="00957AE8" w:rsidRDefault="002B674E" w:rsidP="00957AE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4"/>
        </w:rPr>
      </w:pPr>
      <w:r w:rsidRPr="00957AE8">
        <w:rPr>
          <w:rFonts w:ascii="Times New Roman" w:hAnsi="Times New Roman" w:cs="Times New Roman"/>
          <w:bCs/>
          <w:sz w:val="28"/>
          <w:szCs w:val="24"/>
        </w:rPr>
        <w:t xml:space="preserve">Об утверждении </w:t>
      </w:r>
      <w:r w:rsidR="00957AE8">
        <w:rPr>
          <w:rFonts w:ascii="Times New Roman" w:hAnsi="Times New Roman" w:cs="Times New Roman"/>
          <w:sz w:val="28"/>
          <w:szCs w:val="28"/>
        </w:rPr>
        <w:t>правил осуществления закупок</w:t>
      </w:r>
      <w:r w:rsidR="00957AE8" w:rsidRPr="00957AE8">
        <w:rPr>
          <w:rFonts w:ascii="Times New Roman" w:hAnsi="Times New Roman" w:cs="Times New Roman"/>
          <w:sz w:val="28"/>
          <w:szCs w:val="28"/>
        </w:rPr>
        <w:t xml:space="preserve"> </w:t>
      </w:r>
      <w:r w:rsidR="00957AE8">
        <w:rPr>
          <w:rFonts w:ascii="Times New Roman" w:hAnsi="Times New Roman" w:cs="Times New Roman"/>
          <w:sz w:val="28"/>
          <w:szCs w:val="28"/>
        </w:rPr>
        <w:t>с</w:t>
      </w:r>
      <w:r w:rsidR="00957AE8" w:rsidRPr="00957AE8">
        <w:rPr>
          <w:rFonts w:ascii="Times New Roman" w:hAnsi="Times New Roman" w:cs="Times New Roman"/>
          <w:sz w:val="28"/>
          <w:szCs w:val="28"/>
        </w:rPr>
        <w:t xml:space="preserve"> </w:t>
      </w:r>
      <w:r w:rsidR="00957AE8">
        <w:rPr>
          <w:rFonts w:ascii="Times New Roman" w:hAnsi="Times New Roman" w:cs="Times New Roman"/>
          <w:sz w:val="28"/>
          <w:szCs w:val="28"/>
        </w:rPr>
        <w:t>использованием</w:t>
      </w:r>
      <w:r w:rsidR="00957AE8" w:rsidRPr="00957AE8">
        <w:rPr>
          <w:rFonts w:ascii="Times New Roman" w:hAnsi="Times New Roman" w:cs="Times New Roman"/>
          <w:sz w:val="28"/>
          <w:szCs w:val="28"/>
        </w:rPr>
        <w:t xml:space="preserve"> </w:t>
      </w:r>
      <w:r w:rsidR="00957AE8">
        <w:rPr>
          <w:rFonts w:ascii="Times New Roman" w:hAnsi="Times New Roman" w:cs="Times New Roman"/>
          <w:sz w:val="28"/>
          <w:szCs w:val="28"/>
        </w:rPr>
        <w:t xml:space="preserve">регионального сервиса </w:t>
      </w:r>
      <w:r w:rsidR="00957AE8" w:rsidRPr="00957AE8">
        <w:rPr>
          <w:rFonts w:ascii="Times New Roman" w:hAnsi="Times New Roman" w:cs="Times New Roman"/>
          <w:sz w:val="28"/>
          <w:szCs w:val="28"/>
        </w:rPr>
        <w:t>«Портал закупок малого объема Кировской области»</w:t>
      </w:r>
    </w:p>
    <w:p w:rsidR="008349A4" w:rsidRPr="005D5C20" w:rsidRDefault="008349A4" w:rsidP="008349A4">
      <w:pPr>
        <w:jc w:val="center"/>
        <w:rPr>
          <w:b/>
          <w:bCs/>
          <w:sz w:val="48"/>
          <w:szCs w:val="18"/>
        </w:rPr>
      </w:pPr>
    </w:p>
    <w:p w:rsidR="00B957E5" w:rsidRDefault="00C36D00" w:rsidP="00B957E5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51842">
        <w:rPr>
          <w:sz w:val="28"/>
          <w:szCs w:val="24"/>
        </w:rPr>
        <w:t xml:space="preserve"> и</w:t>
      </w:r>
      <w:r>
        <w:rPr>
          <w:sz w:val="28"/>
          <w:szCs w:val="24"/>
        </w:rPr>
        <w:t xml:space="preserve"> Устава муниципального образования городского округа город Вятские Поляны Кировской области</w:t>
      </w:r>
      <w:r w:rsidR="005B070A">
        <w:rPr>
          <w:sz w:val="28"/>
          <w:szCs w:val="24"/>
        </w:rPr>
        <w:t xml:space="preserve"> администрация города Вятские Поляны </w:t>
      </w:r>
      <w:r w:rsidR="00344D70">
        <w:rPr>
          <w:sz w:val="28"/>
          <w:szCs w:val="24"/>
        </w:rPr>
        <w:t>ПОСТАНОВЛЯЕТ</w:t>
      </w:r>
      <w:r w:rsidR="00B957E5">
        <w:rPr>
          <w:sz w:val="28"/>
          <w:szCs w:val="24"/>
        </w:rPr>
        <w:t>:</w:t>
      </w:r>
    </w:p>
    <w:p w:rsidR="00E21C2C" w:rsidRDefault="00B957E5" w:rsidP="00B957E5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 </w:t>
      </w:r>
      <w:r w:rsidR="002B674E">
        <w:rPr>
          <w:sz w:val="28"/>
          <w:szCs w:val="24"/>
        </w:rPr>
        <w:t>Утвердить</w:t>
      </w:r>
      <w:r w:rsidR="005B070A">
        <w:rPr>
          <w:sz w:val="28"/>
          <w:szCs w:val="24"/>
        </w:rPr>
        <w:t xml:space="preserve"> </w:t>
      </w:r>
      <w:r w:rsidR="00957AE8">
        <w:rPr>
          <w:sz w:val="28"/>
          <w:szCs w:val="28"/>
        </w:rPr>
        <w:t>правила осуществления закупок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>с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>использованием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 xml:space="preserve">регионального сервиса </w:t>
      </w:r>
      <w:r w:rsidR="00957AE8" w:rsidRPr="00957AE8">
        <w:rPr>
          <w:sz w:val="28"/>
          <w:szCs w:val="28"/>
        </w:rPr>
        <w:t>«Портал закупок малого объема Кировской области»</w:t>
      </w:r>
      <w:r w:rsidR="007B3CF5">
        <w:rPr>
          <w:sz w:val="28"/>
          <w:szCs w:val="28"/>
        </w:rPr>
        <w:t xml:space="preserve"> согласно</w:t>
      </w:r>
      <w:r w:rsidR="00B11DDA">
        <w:rPr>
          <w:sz w:val="28"/>
          <w:szCs w:val="24"/>
        </w:rPr>
        <w:t xml:space="preserve"> </w:t>
      </w:r>
      <w:r w:rsidR="007B3CF5">
        <w:rPr>
          <w:sz w:val="28"/>
          <w:szCs w:val="24"/>
        </w:rPr>
        <w:t>п</w:t>
      </w:r>
      <w:r w:rsidR="00B11DDA">
        <w:rPr>
          <w:sz w:val="28"/>
          <w:szCs w:val="24"/>
        </w:rPr>
        <w:t>рил</w:t>
      </w:r>
      <w:r w:rsidR="007B3CF5">
        <w:rPr>
          <w:sz w:val="28"/>
          <w:szCs w:val="24"/>
        </w:rPr>
        <w:t>ожению</w:t>
      </w:r>
      <w:r w:rsidR="00B11DDA">
        <w:rPr>
          <w:sz w:val="28"/>
          <w:szCs w:val="24"/>
        </w:rPr>
        <w:t>.</w:t>
      </w:r>
    </w:p>
    <w:p w:rsidR="003557CF" w:rsidRDefault="003557CF" w:rsidP="00B957E5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 Разместить </w:t>
      </w:r>
      <w:r w:rsidR="00957AE8">
        <w:rPr>
          <w:sz w:val="28"/>
          <w:szCs w:val="28"/>
        </w:rPr>
        <w:t>правила осуществления закупок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>с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>использованием</w:t>
      </w:r>
      <w:r w:rsidR="00957AE8" w:rsidRPr="00957AE8">
        <w:rPr>
          <w:sz w:val="28"/>
          <w:szCs w:val="28"/>
        </w:rPr>
        <w:t xml:space="preserve"> </w:t>
      </w:r>
      <w:r w:rsidR="00957AE8">
        <w:rPr>
          <w:sz w:val="28"/>
          <w:szCs w:val="28"/>
        </w:rPr>
        <w:t xml:space="preserve">регионального сервиса </w:t>
      </w:r>
      <w:r w:rsidR="00957AE8" w:rsidRPr="00957AE8">
        <w:rPr>
          <w:sz w:val="28"/>
          <w:szCs w:val="28"/>
        </w:rPr>
        <w:t>«Портал закупок малого объема Кировской области»</w:t>
      </w:r>
      <w:r>
        <w:rPr>
          <w:bCs/>
          <w:sz w:val="28"/>
          <w:szCs w:val="24"/>
        </w:rPr>
        <w:t xml:space="preserve"> на </w:t>
      </w:r>
      <w:r w:rsidR="007B3CF5">
        <w:rPr>
          <w:bCs/>
          <w:sz w:val="28"/>
          <w:szCs w:val="24"/>
        </w:rPr>
        <w:t xml:space="preserve">официальном </w:t>
      </w:r>
      <w:r>
        <w:rPr>
          <w:bCs/>
          <w:sz w:val="28"/>
          <w:szCs w:val="24"/>
        </w:rPr>
        <w:t>сайте администрации города Вятские Поляны</w:t>
      </w:r>
      <w:r w:rsidR="007B3CF5">
        <w:rPr>
          <w:bCs/>
          <w:sz w:val="28"/>
          <w:szCs w:val="24"/>
        </w:rPr>
        <w:t xml:space="preserve"> в сети «Интернет»</w:t>
      </w:r>
      <w:r>
        <w:rPr>
          <w:sz w:val="28"/>
          <w:szCs w:val="24"/>
        </w:rPr>
        <w:t>.</w:t>
      </w:r>
    </w:p>
    <w:p w:rsidR="005C6914" w:rsidRDefault="005C6914" w:rsidP="008349A4">
      <w:pPr>
        <w:jc w:val="both"/>
        <w:rPr>
          <w:sz w:val="28"/>
        </w:rPr>
      </w:pPr>
    </w:p>
    <w:p w:rsidR="00957AE8" w:rsidRDefault="00957AE8" w:rsidP="008349A4">
      <w:pPr>
        <w:jc w:val="both"/>
        <w:rPr>
          <w:sz w:val="28"/>
        </w:rPr>
      </w:pPr>
    </w:p>
    <w:p w:rsidR="00957AE8" w:rsidRDefault="00957AE8" w:rsidP="008349A4">
      <w:pPr>
        <w:jc w:val="both"/>
        <w:rPr>
          <w:sz w:val="28"/>
        </w:rPr>
      </w:pPr>
    </w:p>
    <w:p w:rsidR="009C6C70" w:rsidRDefault="009A258E" w:rsidP="008349A4">
      <w:pPr>
        <w:jc w:val="both"/>
        <w:rPr>
          <w:sz w:val="28"/>
        </w:rPr>
      </w:pPr>
      <w:r>
        <w:rPr>
          <w:sz w:val="28"/>
        </w:rPr>
        <w:t>И.о. г</w:t>
      </w:r>
      <w:r w:rsidR="008349A4">
        <w:rPr>
          <w:sz w:val="28"/>
        </w:rPr>
        <w:t>лав</w:t>
      </w:r>
      <w:r>
        <w:rPr>
          <w:sz w:val="28"/>
        </w:rPr>
        <w:t>ы</w:t>
      </w:r>
      <w:r w:rsidR="008349A4">
        <w:rPr>
          <w:sz w:val="28"/>
        </w:rPr>
        <w:t xml:space="preserve"> </w:t>
      </w:r>
      <w:r w:rsidR="00FE2696">
        <w:rPr>
          <w:sz w:val="28"/>
        </w:rPr>
        <w:t>города</w:t>
      </w:r>
      <w:r w:rsidR="007B3CF5">
        <w:rPr>
          <w:sz w:val="28"/>
        </w:rPr>
        <w:t xml:space="preserve"> </w:t>
      </w:r>
      <w:r w:rsidR="00957AE8">
        <w:rPr>
          <w:sz w:val="28"/>
        </w:rPr>
        <w:t>Вятские Поляны</w:t>
      </w:r>
      <w:r w:rsidR="00FE2696">
        <w:rPr>
          <w:sz w:val="28"/>
        </w:rPr>
        <w:tab/>
      </w:r>
      <w:r w:rsidR="00FE2696">
        <w:rPr>
          <w:sz w:val="28"/>
        </w:rPr>
        <w:tab/>
      </w:r>
      <w:r>
        <w:rPr>
          <w:sz w:val="28"/>
        </w:rPr>
        <w:t xml:space="preserve"> </w:t>
      </w:r>
      <w:r w:rsidR="000F3ECE">
        <w:rPr>
          <w:sz w:val="28"/>
        </w:rPr>
        <w:t xml:space="preserve">    </w:t>
      </w:r>
      <w:r w:rsidR="00957AE8">
        <w:rPr>
          <w:sz w:val="28"/>
        </w:rPr>
        <w:tab/>
      </w:r>
      <w:r w:rsidR="00957AE8">
        <w:rPr>
          <w:sz w:val="28"/>
        </w:rPr>
        <w:tab/>
      </w:r>
      <w:r w:rsidR="00957AE8">
        <w:rPr>
          <w:sz w:val="28"/>
        </w:rPr>
        <w:tab/>
      </w:r>
    </w:p>
    <w:p w:rsidR="008349A4" w:rsidRDefault="009C6C70" w:rsidP="008349A4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 w:rsidR="00957AE8">
        <w:rPr>
          <w:sz w:val="28"/>
        </w:rPr>
        <w:t xml:space="preserve"> Е</w:t>
      </w:r>
      <w:r w:rsidR="008349A4">
        <w:rPr>
          <w:sz w:val="28"/>
        </w:rPr>
        <w:t>.</w:t>
      </w:r>
      <w:r w:rsidR="00957AE8">
        <w:rPr>
          <w:sz w:val="28"/>
        </w:rPr>
        <w:t>С</w:t>
      </w:r>
      <w:r w:rsidR="0063328F">
        <w:rPr>
          <w:sz w:val="28"/>
        </w:rPr>
        <w:t>.</w:t>
      </w:r>
      <w:r w:rsidR="008349A4">
        <w:rPr>
          <w:sz w:val="28"/>
        </w:rPr>
        <w:t xml:space="preserve"> </w:t>
      </w:r>
      <w:r w:rsidR="00957AE8">
        <w:rPr>
          <w:sz w:val="28"/>
        </w:rPr>
        <w:t>Лебединцева</w:t>
      </w:r>
    </w:p>
    <w:p w:rsidR="005C6914" w:rsidRDefault="005C6914" w:rsidP="008349A4">
      <w:pPr>
        <w:jc w:val="both"/>
        <w:rPr>
          <w:sz w:val="28"/>
        </w:rPr>
      </w:pPr>
    </w:p>
    <w:p w:rsidR="008349A4" w:rsidRPr="005C6914" w:rsidRDefault="008349A4" w:rsidP="00957AE8">
      <w:pPr>
        <w:jc w:val="both"/>
        <w:rPr>
          <w:sz w:val="48"/>
          <w:szCs w:val="48"/>
        </w:rPr>
      </w:pPr>
    </w:p>
    <w:p w:rsidR="008349A4" w:rsidRDefault="008349A4" w:rsidP="008349A4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8349A4" w:rsidRPr="00957AE8" w:rsidRDefault="008349A4" w:rsidP="008349A4">
      <w:pPr>
        <w:jc w:val="both"/>
        <w:rPr>
          <w:sz w:val="24"/>
          <w:szCs w:val="24"/>
        </w:rPr>
      </w:pPr>
    </w:p>
    <w:p w:rsidR="00957AE8" w:rsidRDefault="00957AE8" w:rsidP="00957AE8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957AE8" w:rsidRDefault="00957AE8" w:rsidP="00957AE8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закупок, развития</w:t>
      </w:r>
    </w:p>
    <w:p w:rsidR="00957AE8" w:rsidRDefault="00957AE8" w:rsidP="00957AE8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торговли и предпринимательства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С.В. Редькин</w:t>
      </w:r>
    </w:p>
    <w:p w:rsidR="00C36D00" w:rsidRPr="005C6914" w:rsidRDefault="00C36D00" w:rsidP="008349A4">
      <w:pPr>
        <w:jc w:val="both"/>
        <w:rPr>
          <w:sz w:val="48"/>
          <w:szCs w:val="48"/>
        </w:rPr>
      </w:pPr>
    </w:p>
    <w:sectPr w:rsidR="00C36D00" w:rsidRPr="005C6914" w:rsidSect="00F96522">
      <w:headerReference w:type="default" r:id="rId8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748" w:rsidRDefault="00B37748" w:rsidP="00F96522">
      <w:r>
        <w:separator/>
      </w:r>
    </w:p>
  </w:endnote>
  <w:endnote w:type="continuationSeparator" w:id="1">
    <w:p w:rsidR="00B37748" w:rsidRDefault="00B37748" w:rsidP="00F96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748" w:rsidRDefault="00B37748" w:rsidP="00F96522">
      <w:r>
        <w:separator/>
      </w:r>
    </w:p>
  </w:footnote>
  <w:footnote w:type="continuationSeparator" w:id="1">
    <w:p w:rsidR="00B37748" w:rsidRDefault="00B37748" w:rsidP="00F96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095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96522" w:rsidRDefault="00F85938">
        <w:pPr>
          <w:pStyle w:val="a6"/>
          <w:jc w:val="center"/>
        </w:pPr>
        <w:r w:rsidRPr="00F96522">
          <w:rPr>
            <w:sz w:val="24"/>
          </w:rPr>
          <w:fldChar w:fldCharType="begin"/>
        </w:r>
        <w:r w:rsidR="00F96522" w:rsidRPr="00F96522">
          <w:rPr>
            <w:sz w:val="24"/>
          </w:rPr>
          <w:instrText xml:space="preserve"> PAGE   \* MERGEFORMAT </w:instrText>
        </w:r>
        <w:r w:rsidRPr="00F96522">
          <w:rPr>
            <w:sz w:val="24"/>
          </w:rPr>
          <w:fldChar w:fldCharType="separate"/>
        </w:r>
        <w:r w:rsidR="009C6C70">
          <w:rPr>
            <w:noProof/>
            <w:sz w:val="24"/>
          </w:rPr>
          <w:t>2</w:t>
        </w:r>
        <w:r w:rsidRPr="00F96522">
          <w:rPr>
            <w:sz w:val="24"/>
          </w:rPr>
          <w:fldChar w:fldCharType="end"/>
        </w:r>
      </w:p>
    </w:sdtContent>
  </w:sdt>
  <w:p w:rsidR="00F96522" w:rsidRDefault="00F965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12E"/>
    <w:rsid w:val="000345B7"/>
    <w:rsid w:val="000544E7"/>
    <w:rsid w:val="0008188B"/>
    <w:rsid w:val="000E582B"/>
    <w:rsid w:val="000F3ECE"/>
    <w:rsid w:val="00100EE8"/>
    <w:rsid w:val="001048F1"/>
    <w:rsid w:val="001538C9"/>
    <w:rsid w:val="00163470"/>
    <w:rsid w:val="001F5206"/>
    <w:rsid w:val="00252FFF"/>
    <w:rsid w:val="0026102F"/>
    <w:rsid w:val="002815EB"/>
    <w:rsid w:val="002B674E"/>
    <w:rsid w:val="002C0B2B"/>
    <w:rsid w:val="002D2A13"/>
    <w:rsid w:val="003225BA"/>
    <w:rsid w:val="00344D70"/>
    <w:rsid w:val="00352DCD"/>
    <w:rsid w:val="003557CF"/>
    <w:rsid w:val="003A3AEF"/>
    <w:rsid w:val="003C1BF2"/>
    <w:rsid w:val="003E66F6"/>
    <w:rsid w:val="003E7906"/>
    <w:rsid w:val="00431A57"/>
    <w:rsid w:val="0047557F"/>
    <w:rsid w:val="004A44D7"/>
    <w:rsid w:val="004E5671"/>
    <w:rsid w:val="00500095"/>
    <w:rsid w:val="00535ECE"/>
    <w:rsid w:val="00574989"/>
    <w:rsid w:val="005824E6"/>
    <w:rsid w:val="00596B05"/>
    <w:rsid w:val="005A36CC"/>
    <w:rsid w:val="005B070A"/>
    <w:rsid w:val="005C23DE"/>
    <w:rsid w:val="005C6914"/>
    <w:rsid w:val="005D5C20"/>
    <w:rsid w:val="005F5A61"/>
    <w:rsid w:val="005F70C1"/>
    <w:rsid w:val="005F72E5"/>
    <w:rsid w:val="0063328F"/>
    <w:rsid w:val="00642D78"/>
    <w:rsid w:val="00651DE1"/>
    <w:rsid w:val="00670EB7"/>
    <w:rsid w:val="006A1BE4"/>
    <w:rsid w:val="006C5B1A"/>
    <w:rsid w:val="006D4DBE"/>
    <w:rsid w:val="006F7A5D"/>
    <w:rsid w:val="00710197"/>
    <w:rsid w:val="00736B96"/>
    <w:rsid w:val="00791338"/>
    <w:rsid w:val="007B3CF5"/>
    <w:rsid w:val="00815920"/>
    <w:rsid w:val="00815D96"/>
    <w:rsid w:val="008349A4"/>
    <w:rsid w:val="00844578"/>
    <w:rsid w:val="00853C6C"/>
    <w:rsid w:val="00890DFA"/>
    <w:rsid w:val="008B722A"/>
    <w:rsid w:val="008F22C7"/>
    <w:rsid w:val="008F2CF4"/>
    <w:rsid w:val="00900F13"/>
    <w:rsid w:val="00915F17"/>
    <w:rsid w:val="0093365A"/>
    <w:rsid w:val="00957AE8"/>
    <w:rsid w:val="009A258E"/>
    <w:rsid w:val="009C187D"/>
    <w:rsid w:val="009C6C70"/>
    <w:rsid w:val="009E5794"/>
    <w:rsid w:val="00A01DFE"/>
    <w:rsid w:val="00A15C97"/>
    <w:rsid w:val="00A20C71"/>
    <w:rsid w:val="00A20D00"/>
    <w:rsid w:val="00A265E3"/>
    <w:rsid w:val="00A51842"/>
    <w:rsid w:val="00A6012E"/>
    <w:rsid w:val="00A66E8D"/>
    <w:rsid w:val="00A815D3"/>
    <w:rsid w:val="00A865AE"/>
    <w:rsid w:val="00AC146D"/>
    <w:rsid w:val="00AE0A5F"/>
    <w:rsid w:val="00B11DDA"/>
    <w:rsid w:val="00B16FD3"/>
    <w:rsid w:val="00B37748"/>
    <w:rsid w:val="00B41EAD"/>
    <w:rsid w:val="00B9069A"/>
    <w:rsid w:val="00B957E5"/>
    <w:rsid w:val="00C21C96"/>
    <w:rsid w:val="00C22707"/>
    <w:rsid w:val="00C24E4C"/>
    <w:rsid w:val="00C36D00"/>
    <w:rsid w:val="00C40F41"/>
    <w:rsid w:val="00C545F0"/>
    <w:rsid w:val="00CA193D"/>
    <w:rsid w:val="00CA2BD6"/>
    <w:rsid w:val="00CB2B24"/>
    <w:rsid w:val="00CD0F7B"/>
    <w:rsid w:val="00D14A9F"/>
    <w:rsid w:val="00D43524"/>
    <w:rsid w:val="00D651B5"/>
    <w:rsid w:val="00D777D4"/>
    <w:rsid w:val="00D85496"/>
    <w:rsid w:val="00E02467"/>
    <w:rsid w:val="00E21C2C"/>
    <w:rsid w:val="00E36E2E"/>
    <w:rsid w:val="00E43236"/>
    <w:rsid w:val="00E678F9"/>
    <w:rsid w:val="00E81891"/>
    <w:rsid w:val="00EA6D61"/>
    <w:rsid w:val="00EA6FC1"/>
    <w:rsid w:val="00ED393C"/>
    <w:rsid w:val="00EF2CB2"/>
    <w:rsid w:val="00EF5575"/>
    <w:rsid w:val="00F50FFF"/>
    <w:rsid w:val="00F54FCE"/>
    <w:rsid w:val="00F66190"/>
    <w:rsid w:val="00F74CA5"/>
    <w:rsid w:val="00F85938"/>
    <w:rsid w:val="00F91054"/>
    <w:rsid w:val="00F96522"/>
    <w:rsid w:val="00FB6027"/>
    <w:rsid w:val="00FE2696"/>
    <w:rsid w:val="00FE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4E6"/>
  </w:style>
  <w:style w:type="paragraph" w:styleId="1">
    <w:name w:val="heading 1"/>
    <w:basedOn w:val="a"/>
    <w:next w:val="a"/>
    <w:qFormat/>
    <w:rsid w:val="005824E6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24E6"/>
    <w:pPr>
      <w:keepNext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824E6"/>
    <w:pPr>
      <w:ind w:firstLine="720"/>
      <w:jc w:val="both"/>
    </w:pPr>
    <w:rPr>
      <w:sz w:val="28"/>
    </w:rPr>
  </w:style>
  <w:style w:type="paragraph" w:styleId="a4">
    <w:name w:val="Balloon Text"/>
    <w:basedOn w:val="a"/>
    <w:link w:val="a5"/>
    <w:rsid w:val="00E21C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1C2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965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6522"/>
  </w:style>
  <w:style w:type="paragraph" w:styleId="a8">
    <w:name w:val="footer"/>
    <w:basedOn w:val="a"/>
    <w:link w:val="a9"/>
    <w:rsid w:val="00F965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96522"/>
  </w:style>
  <w:style w:type="paragraph" w:styleId="aa">
    <w:name w:val="No Spacing"/>
    <w:uiPriority w:val="1"/>
    <w:qFormat/>
    <w:rsid w:val="005B070A"/>
    <w:rPr>
      <w:rFonts w:asciiTheme="minorHAnsi" w:eastAsiaTheme="minorEastAsia" w:hAnsiTheme="minorHAnsi" w:cstheme="minorBidi"/>
      <w:sz w:val="22"/>
      <w:szCs w:val="22"/>
    </w:rPr>
  </w:style>
  <w:style w:type="character" w:styleId="ab">
    <w:name w:val="Strong"/>
    <w:basedOn w:val="a0"/>
    <w:uiPriority w:val="22"/>
    <w:qFormat/>
    <w:rsid w:val="005B070A"/>
    <w:rPr>
      <w:b/>
      <w:bCs/>
    </w:rPr>
  </w:style>
  <w:style w:type="paragraph" w:customStyle="1" w:styleId="ConsPlusTitle">
    <w:name w:val="ConsPlusTitle"/>
    <w:rsid w:val="00957AE8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2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User2306</cp:lastModifiedBy>
  <cp:revision>3</cp:revision>
  <cp:lastPrinted>2014-02-13T11:56:00Z</cp:lastPrinted>
  <dcterms:created xsi:type="dcterms:W3CDTF">2019-11-01T09:03:00Z</dcterms:created>
  <dcterms:modified xsi:type="dcterms:W3CDTF">2019-11-01T09:06:00Z</dcterms:modified>
</cp:coreProperties>
</file>